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48ECA951" w:rsidR="001239ED" w:rsidRPr="003B51DD" w:rsidRDefault="008B41D1" w:rsidP="00BA7413">
      <w:r>
        <w:rPr>
          <w:noProof/>
        </w:rPr>
        <w:drawing>
          <wp:inline distT="0" distB="0" distL="0" distR="0" wp14:anchorId="3A286689" wp14:editId="3AF27501">
            <wp:extent cx="5759450" cy="880110"/>
            <wp:effectExtent l="0" t="0" r="0" b="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8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3B51DD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3B51DD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3B51DD" w:rsidRDefault="000B3232" w:rsidP="004D76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1DD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3B51DD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692F65" w:rsidRPr="00692F65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3EDB3F80" w:rsidR="007A749E" w:rsidRPr="00692F65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9D46849" w14:textId="77777777" w:rsidR="007A749E" w:rsidRPr="00692F65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2F6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</w:tbl>
    <w:p w14:paraId="684A9F27" w14:textId="0660D190" w:rsidR="00F74509" w:rsidRPr="003B51DD" w:rsidRDefault="00F74509" w:rsidP="00F74509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3E4B713A" w:rsidR="005A3EE8" w:rsidRPr="003B51DD" w:rsidRDefault="005A3EE8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i/>
          <w:sz w:val="20"/>
        </w:rPr>
        <w:t xml:space="preserve">MARCHE PUBLIC DE </w:t>
      </w:r>
      <w:r w:rsidR="00931751">
        <w:rPr>
          <w:rFonts w:ascii="Arial" w:hAnsi="Arial" w:cs="Arial"/>
          <w:i/>
          <w:sz w:val="20"/>
        </w:rPr>
        <w:t>PRESTATION INTELLECTUELLE</w:t>
      </w:r>
    </w:p>
    <w:p w14:paraId="4D6028AB" w14:textId="3B137EC3" w:rsidR="00AC45D2" w:rsidRPr="003B51DD" w:rsidRDefault="00AC45D2" w:rsidP="005A3EE8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8"/>
        </w:rPr>
      </w:pPr>
    </w:p>
    <w:p w14:paraId="6ADEEDA7" w14:textId="77777777" w:rsidR="00332485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ACTE D’ENGAGEMENT</w:t>
      </w:r>
      <w:r w:rsidR="00332485" w:rsidRPr="003B51DD">
        <w:rPr>
          <w:rFonts w:ascii="Arial" w:hAnsi="Arial" w:cs="Arial"/>
          <w:b/>
          <w:sz w:val="28"/>
        </w:rPr>
        <w:t xml:space="preserve"> </w:t>
      </w:r>
    </w:p>
    <w:p w14:paraId="7C07A8A3" w14:textId="59388609" w:rsidR="00332485" w:rsidRPr="003B51DD" w:rsidRDefault="00332485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i/>
          <w:vanish/>
          <w:sz w:val="20"/>
        </w:rPr>
      </w:pPr>
      <w:r w:rsidRPr="003B51DD">
        <w:rPr>
          <w:rFonts w:ascii="Arial" w:hAnsi="Arial" w:cs="Arial"/>
          <w:i/>
          <w:vanish/>
          <w:color w:val="00B050"/>
          <w:sz w:val="20"/>
        </w:rPr>
        <w:t>(Si consultation allotie précisez le n° du lot de l’AE)</w:t>
      </w:r>
    </w:p>
    <w:p w14:paraId="017062B3" w14:textId="305143D6" w:rsidR="001239ED" w:rsidRPr="003B51DD" w:rsidRDefault="00914F26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proofErr w:type="gramStart"/>
      <w:r w:rsidRPr="003B51DD">
        <w:rPr>
          <w:rFonts w:ascii="Arial" w:hAnsi="Arial" w:cs="Arial"/>
          <w:b/>
          <w:sz w:val="28"/>
        </w:rPr>
        <w:t>et</w:t>
      </w:r>
      <w:proofErr w:type="gramEnd"/>
      <w:r w:rsidRPr="003B51DD">
        <w:rPr>
          <w:rFonts w:ascii="Arial" w:hAnsi="Arial" w:cs="Arial"/>
          <w:b/>
          <w:sz w:val="28"/>
        </w:rPr>
        <w:t xml:space="preserve"> </w:t>
      </w:r>
    </w:p>
    <w:p w14:paraId="4F871E2E" w14:textId="7F1FC1DB" w:rsidR="00411AB7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C</w:t>
      </w:r>
      <w:r w:rsidR="00AC45D2" w:rsidRPr="003B51DD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3B51DD" w:rsidRDefault="001239ED" w:rsidP="001239ED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3B51DD" w:rsidRDefault="005A3EE8" w:rsidP="005A3EE8">
      <w:pPr>
        <w:rPr>
          <w:rFonts w:ascii="Arial" w:hAnsi="Arial" w:cs="Arial"/>
          <w:b/>
          <w:sz w:val="20"/>
        </w:rPr>
      </w:pPr>
    </w:p>
    <w:p w14:paraId="335DD818" w14:textId="7837EEC8" w:rsidR="00132F76" w:rsidRPr="003B51DD" w:rsidRDefault="00132F76" w:rsidP="005A3EE8">
      <w:pPr>
        <w:rPr>
          <w:rFonts w:ascii="Arial" w:hAnsi="Arial" w:cs="Arial"/>
          <w:b/>
          <w:sz w:val="20"/>
        </w:rPr>
      </w:pPr>
    </w:p>
    <w:p w14:paraId="2C73201C" w14:textId="77777777" w:rsidR="00294DE4" w:rsidRPr="003B51DD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57A38DD0" w14:textId="3D0AE25A" w:rsidR="00294DE4" w:rsidRPr="006206E5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6206E5">
        <w:rPr>
          <w:rFonts w:ascii="Arial" w:hAnsi="Arial" w:cs="Arial"/>
          <w:b/>
          <w:sz w:val="28"/>
          <w:szCs w:val="28"/>
        </w:rPr>
        <w:t>Marché n°202</w:t>
      </w:r>
      <w:r w:rsidR="00692F65" w:rsidRPr="006206E5">
        <w:rPr>
          <w:rFonts w:ascii="Arial" w:hAnsi="Arial" w:cs="Arial"/>
          <w:b/>
          <w:sz w:val="28"/>
          <w:szCs w:val="28"/>
        </w:rPr>
        <w:t xml:space="preserve">5 </w:t>
      </w:r>
      <w:r w:rsidRPr="006206E5">
        <w:rPr>
          <w:rFonts w:ascii="Arial" w:hAnsi="Arial" w:cs="Arial"/>
          <w:b/>
          <w:sz w:val="28"/>
          <w:szCs w:val="28"/>
        </w:rPr>
        <w:t>BST</w:t>
      </w:r>
      <w:r w:rsidR="00692F65" w:rsidRPr="006206E5">
        <w:rPr>
          <w:rFonts w:ascii="Arial" w:hAnsi="Arial" w:cs="Arial"/>
          <w:b/>
          <w:sz w:val="28"/>
          <w:szCs w:val="28"/>
        </w:rPr>
        <w:t>INV 8786</w:t>
      </w:r>
      <w:r w:rsidRPr="006206E5">
        <w:rPr>
          <w:rFonts w:ascii="Arial" w:hAnsi="Arial" w:cs="Arial"/>
          <w:b/>
          <w:sz w:val="28"/>
          <w:szCs w:val="28"/>
        </w:rPr>
        <w:t xml:space="preserve"> </w:t>
      </w:r>
    </w:p>
    <w:p w14:paraId="388454E1" w14:textId="20955A6C" w:rsidR="00294DE4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692F65">
        <w:rPr>
          <w:rFonts w:ascii="Arial" w:hAnsi="Arial" w:cs="Arial"/>
          <w:b/>
          <w:sz w:val="28"/>
          <w:szCs w:val="28"/>
        </w:rPr>
        <w:t>Basefusco</w:t>
      </w:r>
      <w:proofErr w:type="spellEnd"/>
      <w:r w:rsidR="00692F65">
        <w:rPr>
          <w:rFonts w:ascii="Arial" w:hAnsi="Arial" w:cs="Arial"/>
          <w:b/>
          <w:sz w:val="28"/>
          <w:szCs w:val="28"/>
        </w:rPr>
        <w:t xml:space="preserve"> (56)</w:t>
      </w:r>
    </w:p>
    <w:p w14:paraId="1CBAA87E" w14:textId="497436C1" w:rsidR="00692F65" w:rsidRDefault="00692F65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Stand de Tir Ouvert Evolutif (STOE) 100m</w:t>
      </w:r>
    </w:p>
    <w:p w14:paraId="0A655439" w14:textId="660A69FF" w:rsidR="00692F65" w:rsidRPr="00B25A6D" w:rsidRDefault="00692F65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Mission d’étude acoustique</w:t>
      </w:r>
    </w:p>
    <w:p w14:paraId="087022CC" w14:textId="43C2903B" w:rsidR="000B3232" w:rsidRPr="003B51DD" w:rsidRDefault="000B3232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3B51DD" w:rsidRDefault="00D850FE" w:rsidP="00F74509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Marché à procédure adaptée (MAPA)</w:t>
      </w:r>
    </w:p>
    <w:p w14:paraId="3CC08817" w14:textId="2CFB9B2E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3B51DD">
        <w:rPr>
          <w:rFonts w:ascii="Arial" w:hAnsi="Arial" w:cs="Arial"/>
          <w:sz w:val="20"/>
        </w:rPr>
        <w:t>en</w:t>
      </w:r>
      <w:proofErr w:type="gramEnd"/>
      <w:r w:rsidRPr="003B51DD">
        <w:rPr>
          <w:rFonts w:ascii="Arial" w:hAnsi="Arial" w:cs="Arial"/>
          <w:sz w:val="20"/>
        </w:rPr>
        <w:t xml:space="preserve"> application de </w:t>
      </w:r>
      <w:r w:rsidRPr="006206E5">
        <w:rPr>
          <w:rFonts w:ascii="Arial" w:hAnsi="Arial" w:cs="Arial"/>
          <w:sz w:val="20"/>
        </w:rPr>
        <w:t>l’article R.2123-1 à R.2123-6</w:t>
      </w:r>
      <w:r w:rsidR="00F35C84" w:rsidRPr="006206E5">
        <w:rPr>
          <w:rFonts w:ascii="Arial" w:hAnsi="Arial" w:cs="Arial"/>
          <w:sz w:val="20"/>
        </w:rPr>
        <w:t xml:space="preserve"> </w:t>
      </w:r>
      <w:r w:rsidRPr="003B51DD">
        <w:rPr>
          <w:rFonts w:ascii="Arial" w:hAnsi="Arial" w:cs="Arial"/>
          <w:sz w:val="20"/>
        </w:rPr>
        <w:t>du code de la commande publique</w:t>
      </w:r>
    </w:p>
    <w:p w14:paraId="66E5D923" w14:textId="77777777" w:rsidR="00E96528" w:rsidRPr="003B51DD" w:rsidRDefault="00E96528" w:rsidP="000B3232">
      <w:pPr>
        <w:tabs>
          <w:tab w:val="left" w:pos="5320"/>
        </w:tabs>
        <w:rPr>
          <w:rFonts w:ascii="Arial" w:hAnsi="Arial" w:cs="Arial"/>
          <w:sz w:val="20"/>
          <w:szCs w:val="24"/>
        </w:rPr>
      </w:pPr>
    </w:p>
    <w:p w14:paraId="1AC81292" w14:textId="0BAEE590" w:rsidR="00E96528" w:rsidRPr="003B51DD" w:rsidRDefault="00E84036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Acheteur</w:t>
      </w:r>
      <w:r w:rsidR="00E96528" w:rsidRPr="003B51DD">
        <w:rPr>
          <w:rFonts w:ascii="Arial" w:hAnsi="Arial" w:cs="Arial"/>
          <w:b/>
          <w:sz w:val="20"/>
          <w:szCs w:val="24"/>
        </w:rPr>
        <w:t> :</w:t>
      </w:r>
    </w:p>
    <w:p w14:paraId="087D3260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Ministère des Armées</w:t>
      </w:r>
    </w:p>
    <w:p w14:paraId="46023D5B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</w:p>
    <w:p w14:paraId="5EF8938A" w14:textId="35D8F48B" w:rsidR="00E96528" w:rsidRPr="003B51DD" w:rsidRDefault="00E642EF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Représentant d</w:t>
      </w:r>
      <w:r w:rsidR="00E84036" w:rsidRPr="003B51DD">
        <w:rPr>
          <w:rFonts w:ascii="Arial" w:hAnsi="Arial" w:cs="Arial"/>
          <w:b/>
          <w:sz w:val="20"/>
          <w:szCs w:val="24"/>
        </w:rPr>
        <w:t>e l’acheteur</w:t>
      </w:r>
      <w:r w:rsidRPr="003B51DD">
        <w:rPr>
          <w:rFonts w:ascii="Arial" w:hAnsi="Arial" w:cs="Arial"/>
          <w:b/>
          <w:sz w:val="20"/>
          <w:szCs w:val="24"/>
        </w:rPr>
        <w:t> :</w:t>
      </w:r>
    </w:p>
    <w:p w14:paraId="0140F9EA" w14:textId="3D2D3479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 xml:space="preserve">Service Infrastructure de la Défense </w:t>
      </w:r>
      <w:r w:rsidR="008B41D1">
        <w:rPr>
          <w:rFonts w:ascii="Arial" w:hAnsi="Arial" w:cs="Arial"/>
          <w:sz w:val="20"/>
          <w:szCs w:val="24"/>
        </w:rPr>
        <w:t>Atlantique (</w:t>
      </w:r>
      <w:r w:rsidRPr="003B51DD">
        <w:rPr>
          <w:rFonts w:ascii="Arial" w:hAnsi="Arial" w:cs="Arial"/>
          <w:sz w:val="20"/>
          <w:szCs w:val="24"/>
        </w:rPr>
        <w:t xml:space="preserve">SID </w:t>
      </w:r>
      <w:r w:rsidR="008B41D1">
        <w:rPr>
          <w:rFonts w:ascii="Arial" w:hAnsi="Arial" w:cs="Arial"/>
          <w:sz w:val="20"/>
          <w:szCs w:val="24"/>
        </w:rPr>
        <w:t>ALT</w:t>
      </w:r>
      <w:r w:rsidRPr="003B51DD">
        <w:rPr>
          <w:rFonts w:ascii="Arial" w:hAnsi="Arial" w:cs="Arial"/>
          <w:sz w:val="20"/>
          <w:szCs w:val="24"/>
        </w:rPr>
        <w:t>)</w:t>
      </w:r>
    </w:p>
    <w:p w14:paraId="080FE7F6" w14:textId="0D9D9135" w:rsidR="00E96528" w:rsidRPr="003B51DD" w:rsidRDefault="00E96528" w:rsidP="00E96528">
      <w:pPr>
        <w:tabs>
          <w:tab w:val="left" w:pos="5320"/>
        </w:tabs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3B51DD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3B51DD">
              <w:rPr>
                <w:rFonts w:ascii="Arial" w:hAnsi="Arial" w:cs="Arial"/>
                <w:szCs w:val="24"/>
              </w:rPr>
              <w:t xml:space="preserve">Cadre réservé au nantissement : </w:t>
            </w:r>
          </w:p>
        </w:tc>
      </w:tr>
      <w:tr w:rsidR="00E96528" w:rsidRPr="003B51DD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2D0C8EF" w14:textId="12F4AB7F" w:rsidR="00E96528" w:rsidRPr="003B51DD" w:rsidRDefault="00E96528" w:rsidP="00E96528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3DBC03DE" w14:textId="77777777" w:rsidR="008D1C86" w:rsidRPr="003B51DD" w:rsidRDefault="008D1C86" w:rsidP="008D1C86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t>Date de notification : Horodatage PLACE</w:t>
      </w:r>
    </w:p>
    <w:p w14:paraId="04DD6551" w14:textId="77777777" w:rsidR="008D1C86" w:rsidRPr="003B51DD" w:rsidRDefault="008D1C86" w:rsidP="00327E28">
      <w:pPr>
        <w:ind w:left="-284"/>
        <w:rPr>
          <w:rFonts w:ascii="Calibri" w:hAnsi="Calibri"/>
          <w:b/>
          <w:vanish/>
          <w:szCs w:val="22"/>
          <w:u w:val="single"/>
        </w:rPr>
      </w:pPr>
    </w:p>
    <w:p w14:paraId="1E08843B" w14:textId="0D14F0CE" w:rsidR="00327E28" w:rsidRPr="003B51DD" w:rsidRDefault="00327E28" w:rsidP="00327E28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br w:type="page"/>
      </w:r>
    </w:p>
    <w:p w14:paraId="3D660499" w14:textId="77777777" w:rsidR="006206E5" w:rsidRDefault="006206E5" w:rsidP="006206E5">
      <w:pPr>
        <w:rPr>
          <w:lang w:eastAsia="zh-CN"/>
        </w:rPr>
      </w:pPr>
    </w:p>
    <w:p w14:paraId="39D3DE18" w14:textId="7702B1A5" w:rsidR="002A2D77" w:rsidRPr="003B51DD" w:rsidRDefault="000155F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OBJET </w:t>
      </w:r>
      <w:r w:rsidR="004918C9" w:rsidRPr="003B51DD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33B0DA10" w14:textId="7A6F0C65" w:rsidR="000155F4" w:rsidRPr="003B51DD" w:rsidRDefault="000155F4" w:rsidP="00327E28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jc w:val="both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sz w:val="20"/>
        </w:rPr>
        <w:t>Cet Acte d’Engagement correspond </w:t>
      </w:r>
      <w:r w:rsidR="00426E25">
        <w:rPr>
          <w:rFonts w:ascii="Arial" w:hAnsi="Arial" w:cs="Arial"/>
          <w:sz w:val="20"/>
        </w:rPr>
        <w:t xml:space="preserve">à une mission d’étude acoustique pour le stand de tir évolutif (STOE) 100 m sur le site de la </w:t>
      </w:r>
      <w:proofErr w:type="spellStart"/>
      <w:r w:rsidR="00426E25">
        <w:rPr>
          <w:rFonts w:ascii="Arial" w:hAnsi="Arial" w:cs="Arial"/>
          <w:sz w:val="20"/>
        </w:rPr>
        <w:t>Basefusco</w:t>
      </w:r>
      <w:proofErr w:type="spellEnd"/>
      <w:r w:rsidR="00426E25">
        <w:rPr>
          <w:rFonts w:ascii="Arial" w:hAnsi="Arial" w:cs="Arial"/>
          <w:sz w:val="20"/>
        </w:rPr>
        <w:t xml:space="preserve"> (56).</w:t>
      </w:r>
    </w:p>
    <w:p w14:paraId="3B7D5C70" w14:textId="0CF54387" w:rsidR="00697C00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ENGAGEMENT DU TITULAIRE</w:t>
      </w:r>
    </w:p>
    <w:p w14:paraId="0C988D89" w14:textId="43C6C4EC" w:rsidR="00F94CBA" w:rsidRPr="003B51DD" w:rsidRDefault="00F94CBA" w:rsidP="00327E2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43CC666A" w14:textId="7CE58FFC" w:rsidR="00FC1225" w:rsidRPr="003B51DD" w:rsidRDefault="00FC1225" w:rsidP="00FB155D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Par dérogation à </w:t>
      </w:r>
      <w:r w:rsidRPr="003B51DD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>
        <w:rPr>
          <w:rFonts w:ascii="Arial" w:hAnsi="Arial" w:cs="Arial"/>
          <w:color w:val="0070C0"/>
          <w:sz w:val="20"/>
          <w:lang w:eastAsia="zh-CN"/>
        </w:rPr>
        <w:t>.1</w:t>
      </w:r>
      <w:r w:rsidRPr="003B51DD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>
        <w:rPr>
          <w:rFonts w:ascii="Arial" w:hAnsi="Arial" w:cs="Arial"/>
          <w:color w:val="0070C0"/>
          <w:sz w:val="20"/>
          <w:lang w:eastAsia="zh-CN"/>
        </w:rPr>
        <w:t>PI</w:t>
      </w:r>
      <w:r w:rsidRPr="003B51DD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3B51DD" w:rsidRDefault="009B2F53" w:rsidP="00FB155D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6E78782C" w14:textId="0586B98F" w:rsidR="00006FED" w:rsidRPr="00B02C3C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sz w:val="20"/>
        </w:rPr>
      </w:pPr>
      <w:r w:rsidRPr="00B02C3C">
        <w:rPr>
          <w:rFonts w:ascii="Arial" w:hAnsi="Arial" w:cs="Arial"/>
          <w:sz w:val="20"/>
          <w:u w:val="single"/>
        </w:rPr>
        <w:t>Pièces particulières</w:t>
      </w:r>
      <w:r w:rsidRPr="00B02C3C">
        <w:rPr>
          <w:rFonts w:ascii="Arial" w:hAnsi="Arial" w:cs="Arial"/>
          <w:sz w:val="20"/>
        </w:rPr>
        <w:t xml:space="preserve"> :</w:t>
      </w:r>
    </w:p>
    <w:p w14:paraId="72A482AB" w14:textId="5630DD39" w:rsidR="00EE6124" w:rsidRPr="00B02C3C" w:rsidRDefault="00FC1225" w:rsidP="00426E25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B02C3C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02C3C">
        <w:rPr>
          <w:rFonts w:ascii="Arial" w:hAnsi="Arial" w:cs="Arial"/>
          <w:i/>
          <w:iCs/>
          <w:sz w:val="20"/>
        </w:rPr>
        <w:instrText xml:space="preserve"> FORMCHECKBOX </w:instrText>
      </w:r>
      <w:r w:rsidR="00C4556F">
        <w:rPr>
          <w:rFonts w:ascii="Arial" w:hAnsi="Arial" w:cs="Arial"/>
          <w:i/>
          <w:iCs/>
          <w:sz w:val="20"/>
        </w:rPr>
      </w:r>
      <w:r w:rsidR="00C4556F">
        <w:rPr>
          <w:rFonts w:ascii="Arial" w:hAnsi="Arial" w:cs="Arial"/>
          <w:i/>
          <w:iCs/>
          <w:sz w:val="20"/>
        </w:rPr>
        <w:fldChar w:fldCharType="separate"/>
      </w:r>
      <w:r w:rsidRPr="00B02C3C">
        <w:rPr>
          <w:rFonts w:ascii="Arial" w:hAnsi="Arial" w:cs="Arial"/>
          <w:i/>
          <w:iCs/>
          <w:sz w:val="20"/>
        </w:rPr>
        <w:fldChar w:fldCharType="end"/>
      </w:r>
      <w:r w:rsidRPr="00B02C3C">
        <w:rPr>
          <w:rFonts w:ascii="Arial" w:hAnsi="Arial" w:cs="Arial"/>
          <w:sz w:val="20"/>
        </w:rPr>
        <w:t xml:space="preserve"> L’Acte d’</w:t>
      </w:r>
      <w:r w:rsidR="0056472D" w:rsidRPr="00B02C3C">
        <w:rPr>
          <w:rFonts w:ascii="Arial" w:hAnsi="Arial" w:cs="Arial"/>
          <w:sz w:val="20"/>
        </w:rPr>
        <w:t>E</w:t>
      </w:r>
      <w:r w:rsidRPr="00B02C3C">
        <w:rPr>
          <w:rFonts w:ascii="Arial" w:hAnsi="Arial" w:cs="Arial"/>
          <w:sz w:val="20"/>
        </w:rPr>
        <w:t xml:space="preserve">ngagement </w:t>
      </w:r>
      <w:r w:rsidR="0056472D" w:rsidRPr="00B02C3C">
        <w:rPr>
          <w:rFonts w:ascii="Arial" w:hAnsi="Arial" w:cs="Arial"/>
          <w:sz w:val="20"/>
        </w:rPr>
        <w:t>(AE</w:t>
      </w:r>
      <w:r w:rsidR="0056472D" w:rsidRPr="006206E5">
        <w:rPr>
          <w:rFonts w:ascii="Arial" w:hAnsi="Arial" w:cs="Arial"/>
          <w:sz w:val="20"/>
        </w:rPr>
        <w:t xml:space="preserve">) </w:t>
      </w:r>
      <w:r w:rsidR="00426E25" w:rsidRPr="006206E5">
        <w:rPr>
          <w:rFonts w:ascii="Arial" w:hAnsi="Arial" w:cs="Arial"/>
          <w:sz w:val="20"/>
        </w:rPr>
        <w:t>et son</w:t>
      </w:r>
      <w:r w:rsidRPr="006206E5">
        <w:rPr>
          <w:rFonts w:ascii="Arial" w:hAnsi="Arial" w:cs="Arial"/>
          <w:sz w:val="20"/>
        </w:rPr>
        <w:t xml:space="preserve"> annexe</w:t>
      </w:r>
      <w:r w:rsidR="00EE6124" w:rsidRPr="006206E5">
        <w:rPr>
          <w:rFonts w:ascii="Arial" w:hAnsi="Arial" w:cs="Arial"/>
          <w:sz w:val="20"/>
        </w:rPr>
        <w:t xml:space="preserve"> </w:t>
      </w:r>
      <w:r w:rsidR="00EE6124" w:rsidRPr="006206E5">
        <w:rPr>
          <w:rFonts w:ascii="Arial" w:hAnsi="Arial" w:cs="Arial"/>
          <w:iCs/>
          <w:sz w:val="20"/>
        </w:rPr>
        <w:t>financière</w:t>
      </w:r>
    </w:p>
    <w:p w14:paraId="486A4220" w14:textId="4406B6EB" w:rsidR="008A376F" w:rsidRPr="00B02C3C" w:rsidRDefault="008A376F" w:rsidP="008C4DF0">
      <w:pPr>
        <w:tabs>
          <w:tab w:val="left" w:pos="1418"/>
        </w:tabs>
        <w:spacing w:after="60"/>
        <w:ind w:left="1134"/>
        <w:jc w:val="both"/>
        <w:rPr>
          <w:rFonts w:ascii="Arial" w:hAnsi="Arial" w:cs="Arial"/>
          <w:sz w:val="20"/>
        </w:rPr>
      </w:pPr>
      <w:r w:rsidRPr="00B02C3C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02C3C">
        <w:rPr>
          <w:rFonts w:ascii="Arial" w:hAnsi="Arial" w:cs="Arial"/>
          <w:i/>
          <w:iCs/>
          <w:sz w:val="20"/>
        </w:rPr>
        <w:instrText xml:space="preserve"> FORMCHECKBOX </w:instrText>
      </w:r>
      <w:r w:rsidR="00C4556F">
        <w:rPr>
          <w:rFonts w:ascii="Arial" w:hAnsi="Arial" w:cs="Arial"/>
          <w:i/>
          <w:iCs/>
          <w:sz w:val="20"/>
        </w:rPr>
      </w:r>
      <w:r w:rsidR="00C4556F">
        <w:rPr>
          <w:rFonts w:ascii="Arial" w:hAnsi="Arial" w:cs="Arial"/>
          <w:i/>
          <w:iCs/>
          <w:sz w:val="20"/>
        </w:rPr>
        <w:fldChar w:fldCharType="separate"/>
      </w:r>
      <w:r w:rsidRPr="00B02C3C">
        <w:rPr>
          <w:rFonts w:ascii="Arial" w:hAnsi="Arial" w:cs="Arial"/>
          <w:i/>
          <w:iCs/>
          <w:sz w:val="20"/>
        </w:rPr>
        <w:fldChar w:fldCharType="end"/>
      </w:r>
      <w:r w:rsidRPr="00B02C3C">
        <w:rPr>
          <w:rFonts w:ascii="Arial" w:hAnsi="Arial" w:cs="Arial"/>
          <w:sz w:val="20"/>
        </w:rPr>
        <w:t xml:space="preserve"> </w:t>
      </w:r>
      <w:r w:rsidR="003B51DD" w:rsidRPr="00B02C3C">
        <w:rPr>
          <w:rFonts w:ascii="Arial" w:hAnsi="Arial" w:cs="Arial"/>
          <w:sz w:val="20"/>
        </w:rPr>
        <w:t xml:space="preserve">Les </w:t>
      </w:r>
      <w:r w:rsidRPr="00B02C3C">
        <w:rPr>
          <w:rFonts w:ascii="Arial" w:hAnsi="Arial" w:cs="Arial"/>
          <w:sz w:val="20"/>
        </w:rPr>
        <w:t>C</w:t>
      </w:r>
      <w:r w:rsidR="00684EDF" w:rsidRPr="00B02C3C">
        <w:rPr>
          <w:rFonts w:ascii="Arial" w:hAnsi="Arial" w:cs="Arial"/>
          <w:sz w:val="20"/>
        </w:rPr>
        <w:t>onditions Générales d’Achat</w:t>
      </w:r>
      <w:r w:rsidR="00E96528" w:rsidRPr="00B02C3C">
        <w:rPr>
          <w:rFonts w:ascii="Arial" w:hAnsi="Arial" w:cs="Arial"/>
          <w:sz w:val="20"/>
        </w:rPr>
        <w:t>s</w:t>
      </w:r>
      <w:r w:rsidR="00684EDF" w:rsidRPr="00B02C3C">
        <w:rPr>
          <w:rFonts w:ascii="Arial" w:hAnsi="Arial" w:cs="Arial"/>
          <w:sz w:val="20"/>
        </w:rPr>
        <w:t xml:space="preserve"> (</w:t>
      </w:r>
      <w:proofErr w:type="spellStart"/>
      <w:r w:rsidR="00684EDF" w:rsidRPr="00B02C3C">
        <w:rPr>
          <w:rFonts w:ascii="Arial" w:hAnsi="Arial" w:cs="Arial"/>
          <w:sz w:val="20"/>
        </w:rPr>
        <w:t>CGA</w:t>
      </w:r>
      <w:r w:rsidR="00C6638F" w:rsidRPr="00B02C3C">
        <w:rPr>
          <w:rFonts w:ascii="Arial" w:hAnsi="Arial" w:cs="Arial"/>
          <w:sz w:val="20"/>
        </w:rPr>
        <w:t>chat</w:t>
      </w:r>
      <w:r w:rsidR="001B1C00" w:rsidRPr="00B02C3C">
        <w:rPr>
          <w:rFonts w:ascii="Arial" w:hAnsi="Arial" w:cs="Arial"/>
          <w:sz w:val="20"/>
        </w:rPr>
        <w:t>s</w:t>
      </w:r>
      <w:proofErr w:type="spellEnd"/>
      <w:r w:rsidR="00684EDF" w:rsidRPr="00B02C3C">
        <w:rPr>
          <w:rFonts w:ascii="Arial" w:hAnsi="Arial" w:cs="Arial"/>
          <w:sz w:val="20"/>
        </w:rPr>
        <w:t>)</w:t>
      </w:r>
      <w:r w:rsidR="003B51DD" w:rsidRPr="00B02C3C">
        <w:rPr>
          <w:rFonts w:ascii="Arial" w:hAnsi="Arial" w:cs="Arial"/>
          <w:sz w:val="20"/>
        </w:rPr>
        <w:t xml:space="preserve"> annexées à l’AE</w:t>
      </w:r>
      <w:r w:rsidR="00684EDF" w:rsidRPr="00B02C3C">
        <w:rPr>
          <w:rFonts w:ascii="Arial" w:hAnsi="Arial" w:cs="Arial"/>
          <w:sz w:val="20"/>
        </w:rPr>
        <w:t xml:space="preserve"> </w:t>
      </w:r>
      <w:r w:rsidR="0056472D" w:rsidRPr="00B02C3C">
        <w:rPr>
          <w:rFonts w:ascii="Arial" w:hAnsi="Arial" w:cs="Arial"/>
          <w:sz w:val="20"/>
        </w:rPr>
        <w:t xml:space="preserve">et </w:t>
      </w:r>
      <w:r w:rsidR="00FC1225" w:rsidRPr="00B02C3C">
        <w:rPr>
          <w:rFonts w:ascii="Arial" w:hAnsi="Arial" w:cs="Arial"/>
          <w:sz w:val="20"/>
        </w:rPr>
        <w:t xml:space="preserve">applicables aux marchés de </w:t>
      </w:r>
      <w:r w:rsidR="008F2848" w:rsidRPr="00B02C3C">
        <w:rPr>
          <w:rFonts w:ascii="Arial" w:hAnsi="Arial" w:cs="Arial"/>
          <w:sz w:val="20"/>
        </w:rPr>
        <w:t xml:space="preserve">Prestations Intellectuelles (PI). </w:t>
      </w:r>
    </w:p>
    <w:p w14:paraId="3556B92B" w14:textId="03151E9D" w:rsidR="00390BD9" w:rsidRPr="00B02C3C" w:rsidRDefault="00426E25" w:rsidP="00390BD9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B02C3C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02C3C">
        <w:rPr>
          <w:rFonts w:ascii="Arial" w:hAnsi="Arial" w:cs="Arial"/>
          <w:iCs/>
          <w:sz w:val="20"/>
        </w:rPr>
        <w:instrText xml:space="preserve"> FORMCHECKBOX </w:instrText>
      </w:r>
      <w:r w:rsidR="00C4556F">
        <w:rPr>
          <w:rFonts w:ascii="Arial" w:hAnsi="Arial" w:cs="Arial"/>
          <w:iCs/>
          <w:sz w:val="20"/>
        </w:rPr>
      </w:r>
      <w:r w:rsidR="00C4556F">
        <w:rPr>
          <w:rFonts w:ascii="Arial" w:hAnsi="Arial" w:cs="Arial"/>
          <w:iCs/>
          <w:sz w:val="20"/>
        </w:rPr>
        <w:fldChar w:fldCharType="separate"/>
      </w:r>
      <w:r w:rsidRPr="00B02C3C">
        <w:rPr>
          <w:rFonts w:ascii="Arial" w:hAnsi="Arial" w:cs="Arial"/>
          <w:iCs/>
          <w:sz w:val="20"/>
        </w:rPr>
        <w:fldChar w:fldCharType="end"/>
      </w:r>
      <w:r w:rsidR="00390BD9" w:rsidRPr="00B02C3C">
        <w:rPr>
          <w:rFonts w:ascii="Arial" w:hAnsi="Arial" w:cs="Arial"/>
          <w:iCs/>
          <w:sz w:val="20"/>
        </w:rPr>
        <w:t xml:space="preserve"> Le cahier des clauses </w:t>
      </w:r>
      <w:r w:rsidRPr="00B02C3C">
        <w:rPr>
          <w:rFonts w:ascii="Arial" w:hAnsi="Arial" w:cs="Arial"/>
          <w:iCs/>
          <w:sz w:val="20"/>
        </w:rPr>
        <w:t>techniques particulières (CCTP).</w:t>
      </w:r>
    </w:p>
    <w:p w14:paraId="5F983494" w14:textId="5E5F9B29" w:rsidR="00006FED" w:rsidRPr="003B51DD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générales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7FB677F4" w14:textId="6C0C3C1A" w:rsidR="002A2D77" w:rsidRPr="00D21A94" w:rsidRDefault="002A2D77" w:rsidP="00FB155D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3B51DD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Cs/>
          <w:sz w:val="20"/>
        </w:rPr>
        <w:instrText xml:space="preserve"> FORMCHECKBOX </w:instrText>
      </w:r>
      <w:r w:rsidR="00C4556F">
        <w:rPr>
          <w:rFonts w:ascii="Arial" w:hAnsi="Arial" w:cs="Arial"/>
          <w:iCs/>
          <w:sz w:val="20"/>
        </w:rPr>
      </w:r>
      <w:r w:rsidR="00C4556F">
        <w:rPr>
          <w:rFonts w:ascii="Arial" w:hAnsi="Arial" w:cs="Arial"/>
          <w:iCs/>
          <w:sz w:val="20"/>
        </w:rPr>
        <w:fldChar w:fldCharType="separate"/>
      </w:r>
      <w:r w:rsidRPr="003B51DD">
        <w:rPr>
          <w:rFonts w:ascii="Arial" w:hAnsi="Arial" w:cs="Arial"/>
          <w:iCs/>
          <w:sz w:val="20"/>
        </w:rPr>
        <w:fldChar w:fldCharType="end"/>
      </w:r>
      <w:r w:rsidRPr="003B51DD">
        <w:rPr>
          <w:rFonts w:ascii="Arial" w:hAnsi="Arial" w:cs="Arial"/>
          <w:iCs/>
          <w:sz w:val="20"/>
        </w:rPr>
        <w:t xml:space="preserve"> CCAG </w:t>
      </w:r>
      <w:r w:rsidR="00931751">
        <w:rPr>
          <w:rFonts w:ascii="Arial" w:hAnsi="Arial" w:cs="Arial"/>
          <w:iCs/>
          <w:sz w:val="20"/>
        </w:rPr>
        <w:t xml:space="preserve">Prestations </w:t>
      </w:r>
      <w:r w:rsidR="00931751" w:rsidRPr="00D21A94">
        <w:rPr>
          <w:rFonts w:ascii="Arial" w:hAnsi="Arial" w:cs="Arial"/>
          <w:iCs/>
          <w:sz w:val="20"/>
        </w:rPr>
        <w:t>intellectuelles</w:t>
      </w:r>
      <w:r w:rsidR="00C35BEB" w:rsidRPr="00D21A94">
        <w:rPr>
          <w:rFonts w:ascii="Arial" w:hAnsi="Arial" w:cs="Arial"/>
          <w:iCs/>
          <w:sz w:val="20"/>
        </w:rPr>
        <w:t xml:space="preserve"> </w:t>
      </w:r>
      <w:r w:rsidR="00F94CBA" w:rsidRPr="00D21A94">
        <w:rPr>
          <w:rFonts w:ascii="Arial" w:hAnsi="Arial" w:cs="Arial"/>
          <w:iCs/>
          <w:sz w:val="20"/>
        </w:rPr>
        <w:t>(approuvé par arrêté du 30 mars 2021)</w:t>
      </w:r>
      <w:r w:rsidR="000F7FA0" w:rsidRPr="00D21A94">
        <w:rPr>
          <w:rFonts w:ascii="Arial" w:hAnsi="Arial" w:cs="Arial"/>
          <w:iCs/>
          <w:sz w:val="20"/>
        </w:rPr>
        <w:t>,</w:t>
      </w:r>
    </w:p>
    <w:p w14:paraId="6F6C7833" w14:textId="4BB2A2AF" w:rsidR="000F7FA0" w:rsidRPr="001C1C68" w:rsidRDefault="00BB7E95" w:rsidP="008C4DF0">
      <w:pPr>
        <w:pStyle w:val="Tiret"/>
        <w:tabs>
          <w:tab w:val="left" w:pos="1418"/>
        </w:tabs>
        <w:spacing w:after="60"/>
        <w:ind w:left="1134" w:firstLine="0"/>
        <w:rPr>
          <w:rFonts w:cs="Arial"/>
          <w:iCs/>
        </w:rPr>
      </w:pPr>
      <w:r w:rsidRPr="00D21A94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21A94">
        <w:rPr>
          <w:rFonts w:cs="Arial"/>
          <w:iCs/>
        </w:rPr>
        <w:instrText xml:space="preserve"> FORMCHECKBOX </w:instrText>
      </w:r>
      <w:r w:rsidR="00C4556F">
        <w:rPr>
          <w:rFonts w:cs="Arial"/>
          <w:iCs/>
        </w:rPr>
      </w:r>
      <w:r w:rsidR="00C4556F">
        <w:rPr>
          <w:rFonts w:cs="Arial"/>
          <w:iCs/>
        </w:rPr>
        <w:fldChar w:fldCharType="separate"/>
      </w:r>
      <w:r w:rsidRPr="00D21A94">
        <w:rPr>
          <w:rFonts w:cs="Arial"/>
          <w:iCs/>
        </w:rPr>
        <w:fldChar w:fldCharType="end"/>
      </w:r>
      <w:r w:rsidRPr="00D21A94">
        <w:rPr>
          <w:rFonts w:cs="Arial"/>
          <w:iCs/>
        </w:rPr>
        <w:t xml:space="preserve"> </w:t>
      </w:r>
      <w:r w:rsidRPr="001C1C68">
        <w:rPr>
          <w:rFonts w:cs="Arial"/>
          <w:iCs/>
        </w:rPr>
        <w:t xml:space="preserve">Arrêté du 19 mai 2020 relatif aux modalités d’application des règles relatives aux interventions </w:t>
      </w:r>
      <w:r w:rsidR="008C4DF0" w:rsidRPr="001C1C68">
        <w:rPr>
          <w:rFonts w:cs="Arial"/>
          <w:iCs/>
        </w:rPr>
        <w:tab/>
      </w:r>
      <w:r w:rsidRPr="001C1C68">
        <w:rPr>
          <w:rFonts w:cs="Arial"/>
          <w:iCs/>
        </w:rPr>
        <w:t>d’entreprises extérieures et aux opérations de bâtiment et de génie civil</w:t>
      </w:r>
      <w:r w:rsidR="000F7FA0" w:rsidRPr="001C1C68">
        <w:rPr>
          <w:rFonts w:cs="Arial"/>
          <w:iCs/>
        </w:rPr>
        <w:t xml:space="preserve"> dans un organisme du </w:t>
      </w:r>
      <w:r w:rsidR="008C4DF0" w:rsidRPr="001C1C68">
        <w:rPr>
          <w:rFonts w:cs="Arial"/>
          <w:iCs/>
        </w:rPr>
        <w:tab/>
      </w:r>
      <w:r w:rsidR="000F7FA0" w:rsidRPr="001C1C68">
        <w:rPr>
          <w:rFonts w:cs="Arial"/>
          <w:iCs/>
        </w:rPr>
        <w:t xml:space="preserve">ministère, </w:t>
      </w:r>
    </w:p>
    <w:p w14:paraId="1A369A23" w14:textId="0F749E11" w:rsidR="00BB7E95" w:rsidRPr="003B51DD" w:rsidRDefault="00E07049" w:rsidP="00FB155D">
      <w:pPr>
        <w:pStyle w:val="Tiret"/>
        <w:spacing w:after="60"/>
        <w:ind w:left="1134" w:firstLine="0"/>
        <w:rPr>
          <w:rFonts w:cs="Arial"/>
          <w:iCs/>
        </w:rPr>
      </w:pPr>
      <w:r w:rsidRPr="001C1C68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C1C68">
        <w:rPr>
          <w:rFonts w:cs="Arial"/>
          <w:iCs/>
        </w:rPr>
        <w:instrText xml:space="preserve"> FORMCHECKBOX </w:instrText>
      </w:r>
      <w:r w:rsidR="00C4556F">
        <w:rPr>
          <w:rFonts w:cs="Arial"/>
          <w:iCs/>
        </w:rPr>
      </w:r>
      <w:r w:rsidR="00C4556F">
        <w:rPr>
          <w:rFonts w:cs="Arial"/>
          <w:iCs/>
        </w:rPr>
        <w:fldChar w:fldCharType="separate"/>
      </w:r>
      <w:r w:rsidRPr="001C1C68">
        <w:rPr>
          <w:rFonts w:cs="Arial"/>
          <w:iCs/>
        </w:rPr>
        <w:fldChar w:fldCharType="end"/>
      </w:r>
      <w:r w:rsidR="000F7FA0" w:rsidRPr="001C1C68">
        <w:rPr>
          <w:rFonts w:cs="Arial"/>
          <w:iCs/>
        </w:rPr>
        <w:t xml:space="preserve"> Instruction générale interministérielle n° 1300/SGDN/PSE/SSD </w:t>
      </w:r>
      <w:r w:rsidR="00D21A94" w:rsidRPr="001C1C68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71116F7D" w14:textId="5A4086C3" w:rsidR="002A2D77" w:rsidRPr="003B51DD" w:rsidRDefault="002A2D77" w:rsidP="00327E28">
      <w:pPr>
        <w:tabs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</w:rPr>
      </w:pPr>
      <w:proofErr w:type="gramStart"/>
      <w:r w:rsidRPr="003B51DD">
        <w:rPr>
          <w:rFonts w:ascii="Arial" w:hAnsi="Arial" w:cs="Arial"/>
          <w:b/>
          <w:sz w:val="20"/>
        </w:rPr>
        <w:t>et</w:t>
      </w:r>
      <w:proofErr w:type="gramEnd"/>
      <w:r w:rsidRPr="003B51DD">
        <w:rPr>
          <w:rFonts w:ascii="Arial" w:hAnsi="Arial" w:cs="Arial"/>
          <w:b/>
          <w:sz w:val="20"/>
        </w:rPr>
        <w:t xml:space="preserve"> conformément à leurs claus</w:t>
      </w:r>
      <w:r w:rsidR="005D0B2F" w:rsidRPr="003B51DD">
        <w:rPr>
          <w:rFonts w:ascii="Arial" w:hAnsi="Arial" w:cs="Arial"/>
          <w:b/>
          <w:sz w:val="20"/>
        </w:rPr>
        <w:t>es,</w:t>
      </w:r>
    </w:p>
    <w:p w14:paraId="7EBD7581" w14:textId="4A1DCF32" w:rsidR="005D0B2F" w:rsidRPr="003B51DD" w:rsidRDefault="005D0B2F" w:rsidP="00327E28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Cs/>
          <w:color w:val="0070C0"/>
          <w:sz w:val="20"/>
        </w:rPr>
      </w:pPr>
      <w:r w:rsidRPr="003B51DD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C4556F">
        <w:rPr>
          <w:rFonts w:ascii="Arial" w:hAnsi="Arial" w:cs="Arial"/>
          <w:b/>
          <w:sz w:val="20"/>
          <w:lang w:eastAsia="zh-CN"/>
        </w:rPr>
      </w:r>
      <w:r w:rsidR="00C4556F">
        <w:rPr>
          <w:rFonts w:ascii="Arial" w:hAnsi="Arial" w:cs="Arial"/>
          <w:b/>
          <w:sz w:val="20"/>
          <w:lang w:eastAsia="zh-CN"/>
        </w:rPr>
        <w:fldChar w:fldCharType="separate"/>
      </w:r>
      <w:r w:rsidRPr="003B51DD">
        <w:rPr>
          <w:rFonts w:ascii="Arial" w:hAnsi="Arial" w:cs="Arial"/>
          <w:b/>
          <w:sz w:val="20"/>
          <w:lang w:eastAsia="zh-CN"/>
        </w:rPr>
        <w:fldChar w:fldCharType="end"/>
      </w:r>
      <w:r w:rsidRPr="003B51DD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3B51DD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3B51DD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3B51DD">
        <w:rPr>
          <w:rFonts w:ascii="Arial" w:hAnsi="Arial" w:cs="Arial"/>
          <w:iCs/>
          <w:color w:val="0070C0"/>
          <w:sz w:val="20"/>
        </w:rPr>
        <w:t xml:space="preserve">: </w:t>
      </w:r>
    </w:p>
    <w:p w14:paraId="4551E161" w14:textId="7777777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5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C4556F">
        <w:rPr>
          <w:rFonts w:ascii="Arial" w:hAnsi="Arial" w:cs="Arial"/>
          <w:sz w:val="18"/>
          <w:szCs w:val="18"/>
          <w:lang w:eastAsia="zh-CN"/>
        </w:rPr>
      </w:r>
      <w:r w:rsidR="00C4556F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sz w:val="18"/>
          <w:szCs w:val="18"/>
          <w:lang w:eastAsia="zh-CN"/>
        </w:rPr>
        <w:t>s’engage</w:t>
      </w:r>
      <w:proofErr w:type="gramEnd"/>
      <w:r w:rsidRPr="003B51DD">
        <w:rPr>
          <w:rFonts w:ascii="Arial" w:hAnsi="Arial" w:cs="Arial"/>
          <w:sz w:val="18"/>
          <w:szCs w:val="18"/>
          <w:lang w:eastAsia="zh-CN"/>
        </w:rPr>
        <w:t>, sur la base de son offre et pour son propre compte ;</w:t>
      </w:r>
    </w:p>
    <w:p w14:paraId="1CCF7BDD" w14:textId="2B6933C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ECF9B82" w14:textId="2B7749AF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D8DBC57" w14:textId="708582DB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7F47F3" w14:textId="0E31396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AF7EFCC" w14:textId="77777777" w:rsidR="001C0D19" w:rsidRPr="003B51DD" w:rsidRDefault="001C0D19" w:rsidP="00327E28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04B739A2" w14:textId="10CF8700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42AAB23" w14:textId="66EEE0A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F4026D" w14:textId="3169740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0E0FF2" w14:textId="4314C6A8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2019823" w14:textId="2F64112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C4556F">
        <w:rPr>
          <w:rFonts w:ascii="Arial" w:hAnsi="Arial" w:cs="Arial"/>
          <w:sz w:val="18"/>
          <w:szCs w:val="18"/>
          <w:lang w:eastAsia="zh-CN"/>
        </w:rPr>
      </w:r>
      <w:r w:rsidR="00C4556F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engage la société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center" w:leader="dot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sur la base de son offre ;</w:t>
      </w:r>
    </w:p>
    <w:p w14:paraId="75758E7F" w14:textId="5E0A0DE5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E885C3" w14:textId="357103C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8606BC6" w14:textId="4AF67B8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6134DEB" w14:textId="5ADBA53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DA0F2AE" w14:textId="77777777" w:rsidR="001C0D19" w:rsidRPr="003B51DD" w:rsidRDefault="001C0D19" w:rsidP="004F3564">
      <w:p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228AF3E6" w14:textId="6EFB8DD1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BB8D9B" w14:textId="7C40CB4A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1343EFE" w14:textId="24DEB730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C6134EB" w14:textId="47D994CE" w:rsidR="006206E5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12E81A0" w14:textId="77777777" w:rsidR="006206E5" w:rsidRDefault="006206E5">
      <w:pPr>
        <w:spacing w:after="160" w:line="259" w:lineRule="auto"/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br w:type="page"/>
      </w:r>
    </w:p>
    <w:p w14:paraId="0F18DCC1" w14:textId="77777777" w:rsidR="001C0D19" w:rsidRPr="003B51DD" w:rsidRDefault="001C0D19" w:rsidP="006206E5">
      <w:pPr>
        <w:tabs>
          <w:tab w:val="left" w:pos="426"/>
          <w:tab w:val="left" w:pos="851"/>
          <w:tab w:val="left" w:pos="3686"/>
        </w:tabs>
        <w:suppressAutoHyphens/>
        <w:spacing w:after="12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</w:p>
    <w:p w14:paraId="3E3F84E8" w14:textId="747D1470" w:rsidR="005D0B2F" w:rsidRPr="00EB2997" w:rsidRDefault="005D0B2F" w:rsidP="00EB2997">
      <w:pPr>
        <w:pStyle w:val="Paragraphedeliste"/>
        <w:suppressAutoHyphens/>
        <w:spacing w:before="120" w:after="120" w:line="259" w:lineRule="auto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EB2997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B2997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C4556F">
        <w:rPr>
          <w:rFonts w:ascii="Arial" w:hAnsi="Arial" w:cs="Arial"/>
          <w:b/>
          <w:sz w:val="20"/>
          <w:lang w:eastAsia="zh-CN"/>
        </w:rPr>
      </w:r>
      <w:r w:rsidR="00C4556F">
        <w:rPr>
          <w:rFonts w:ascii="Arial" w:hAnsi="Arial" w:cs="Arial"/>
          <w:b/>
          <w:sz w:val="20"/>
          <w:lang w:eastAsia="zh-CN"/>
        </w:rPr>
        <w:fldChar w:fldCharType="separate"/>
      </w:r>
      <w:r w:rsidRPr="00EB2997">
        <w:rPr>
          <w:rFonts w:ascii="Arial" w:hAnsi="Arial" w:cs="Arial"/>
          <w:b/>
          <w:sz w:val="20"/>
          <w:lang w:eastAsia="zh-CN"/>
        </w:rPr>
        <w:fldChar w:fldCharType="end"/>
      </w:r>
      <w:r w:rsidRPr="00EB2997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EB2997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EB2997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EB2997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140218CD" w14:textId="00FBD034" w:rsidR="00E84036" w:rsidRPr="003B51DD" w:rsidRDefault="00E84036" w:rsidP="00486C35">
      <w:pPr>
        <w:tabs>
          <w:tab w:val="left" w:pos="426"/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u w:val="single"/>
          <w:lang w:eastAsia="zh-CN"/>
        </w:rPr>
        <w:t>1</w:t>
      </w:r>
      <w:r w:rsidRPr="003B51DD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entreprise cotraitante </w:t>
      </w:r>
      <w:r w:rsidRPr="003B51DD">
        <w:rPr>
          <w:rFonts w:ascii="Arial" w:hAnsi="Arial" w:cs="Arial"/>
          <w:b/>
          <w:sz w:val="18"/>
          <w:szCs w:val="18"/>
          <w:u w:val="single"/>
          <w:lang w:eastAsia="zh-CN"/>
        </w:rPr>
        <w:t>mandataire solidaire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du groupement</w:t>
      </w:r>
      <w:r w:rsidRPr="003B51DD">
        <w:rPr>
          <w:rFonts w:ascii="Arial" w:hAnsi="Arial" w:cs="Arial"/>
          <w:sz w:val="18"/>
          <w:szCs w:val="18"/>
          <w:lang w:eastAsia="zh-CN"/>
        </w:rPr>
        <w:t> :</w:t>
      </w:r>
    </w:p>
    <w:p w14:paraId="2F7E1A0F" w14:textId="3449D2AA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3BA8406" w14:textId="65B52F41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5679419" w14:textId="07A38DA7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A96C95" w14:textId="2590FDAB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B76060" w14:textId="77777777" w:rsidR="00E84036" w:rsidRPr="003B51DD" w:rsidRDefault="00E84036" w:rsidP="00486C3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44F93152" w14:textId="1ECCF158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="001C0D19"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D5BEB7" w14:textId="74F62FD8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A025BFA" w14:textId="252B11CC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7B00023" w14:textId="2793FA8A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999CA79" w14:textId="6009F6D5" w:rsidR="00426E25" w:rsidRPr="003B51DD" w:rsidRDefault="00426E25" w:rsidP="00426E25">
      <w:pPr>
        <w:tabs>
          <w:tab w:val="left" w:pos="426"/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u w:val="single"/>
          <w:lang w:eastAsia="zh-CN"/>
        </w:rPr>
        <w:t>2</w:t>
      </w:r>
      <w:r w:rsidRPr="00426E25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ème</w:t>
      </w:r>
      <w:r>
        <w:rPr>
          <w:rFonts w:ascii="Arial" w:hAnsi="Arial" w:cs="Arial"/>
          <w:sz w:val="18"/>
          <w:szCs w:val="18"/>
          <w:u w:val="single"/>
          <w:lang w:eastAsia="zh-CN"/>
        </w:rPr>
        <w:t xml:space="preserve"> 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>entreprise cotraitante du groupement</w:t>
      </w:r>
      <w:r w:rsidRPr="003B51DD">
        <w:rPr>
          <w:rFonts w:ascii="Arial" w:hAnsi="Arial" w:cs="Arial"/>
          <w:sz w:val="18"/>
          <w:szCs w:val="18"/>
          <w:lang w:eastAsia="zh-CN"/>
        </w:rPr>
        <w:t> :</w:t>
      </w:r>
    </w:p>
    <w:p w14:paraId="7BF9752C" w14:textId="77777777" w:rsidR="00426E25" w:rsidRPr="003B51DD" w:rsidRDefault="00426E25" w:rsidP="00426E2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C11046F" w14:textId="77777777" w:rsidR="00426E25" w:rsidRPr="003B51DD" w:rsidRDefault="00426E25" w:rsidP="00426E2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3E3DC16" w14:textId="77777777" w:rsidR="00426E25" w:rsidRPr="003B51DD" w:rsidRDefault="00426E25" w:rsidP="00426E2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77EEF96" w14:textId="77777777" w:rsidR="00426E25" w:rsidRPr="003B51DD" w:rsidRDefault="00426E25" w:rsidP="00426E2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BBA4527" w14:textId="77777777" w:rsidR="00426E25" w:rsidRPr="003B51DD" w:rsidRDefault="00426E25" w:rsidP="00426E2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13FBC628" w14:textId="77777777" w:rsidR="00426E25" w:rsidRPr="003B51DD" w:rsidRDefault="00426E25" w:rsidP="00426E2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CEDAFF8" w14:textId="77777777" w:rsidR="00426E25" w:rsidRPr="003B51DD" w:rsidRDefault="00426E25" w:rsidP="00426E2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58482DB" w14:textId="77777777" w:rsidR="00426E25" w:rsidRPr="003B51DD" w:rsidRDefault="00426E25" w:rsidP="00426E2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9CC328" w14:textId="77777777" w:rsidR="00426E25" w:rsidRPr="003B51DD" w:rsidRDefault="00426E25" w:rsidP="00426E2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320E33" w14:textId="3A3D348E" w:rsidR="00F67C2B" w:rsidRPr="003B51DD" w:rsidRDefault="00F67C2B" w:rsidP="00B9117B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3B51DD" w:rsidRDefault="00B9117B" w:rsidP="00A7798B">
      <w:pPr>
        <w:pStyle w:val="fcase1ertab"/>
        <w:spacing w:after="120"/>
        <w:ind w:left="0" w:firstLine="0"/>
        <w:rPr>
          <w:rFonts w:ascii="Arial" w:hAnsi="Arial" w:cs="Arial"/>
          <w:b/>
          <w:i/>
          <w:color w:val="FF0000"/>
        </w:rPr>
      </w:pPr>
      <w:r w:rsidRPr="003B51DD">
        <w:rPr>
          <w:rFonts w:ascii="Arial" w:hAnsi="Arial" w:cs="Arial"/>
          <w:b/>
        </w:rPr>
        <w:t>A exécuter les prestations demandées :</w:t>
      </w:r>
      <w:r w:rsidR="003D3613" w:rsidRPr="003B51DD">
        <w:rPr>
          <w:rFonts w:ascii="Arial" w:hAnsi="Arial" w:cs="Arial"/>
          <w:b/>
        </w:rPr>
        <w:t xml:space="preserve"> </w:t>
      </w:r>
    </w:p>
    <w:p w14:paraId="57C9122A" w14:textId="40ED645F" w:rsidR="00B9117B" w:rsidRPr="003B51DD" w:rsidRDefault="009B2F53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 xml:space="preserve">Au prix </w:t>
      </w:r>
      <w:r w:rsidR="00CA7942" w:rsidRPr="003B51DD">
        <w:rPr>
          <w:rFonts w:ascii="Arial" w:hAnsi="Arial" w:cs="Arial"/>
          <w:sz w:val="20"/>
        </w:rPr>
        <w:t xml:space="preserve">global et </w:t>
      </w:r>
      <w:r w:rsidRPr="003B51DD">
        <w:rPr>
          <w:rFonts w:ascii="Arial" w:hAnsi="Arial" w:cs="Arial"/>
          <w:sz w:val="20"/>
        </w:rPr>
        <w:t>forfaitaire indiqué ci-dessous</w:t>
      </w:r>
      <w:r w:rsidR="00924357" w:rsidRPr="003B51DD">
        <w:rPr>
          <w:rFonts w:ascii="Arial" w:hAnsi="Arial" w:cs="Arial"/>
          <w:sz w:val="20"/>
        </w:rPr>
        <w:t xml:space="preserve"> </w:t>
      </w:r>
      <w:r w:rsidR="00924357" w:rsidRPr="006206E5">
        <w:rPr>
          <w:rFonts w:ascii="Arial" w:hAnsi="Arial" w:cs="Arial"/>
          <w:sz w:val="20"/>
        </w:rPr>
        <w:t xml:space="preserve">correspondant </w:t>
      </w:r>
      <w:r w:rsidR="00C16796" w:rsidRPr="006206E5">
        <w:rPr>
          <w:rFonts w:ascii="Arial" w:hAnsi="Arial" w:cs="Arial"/>
          <w:sz w:val="20"/>
        </w:rPr>
        <w:t>à l’annexe financière jointe :</w:t>
      </w:r>
      <w:r w:rsidRPr="006206E5">
        <w:rPr>
          <w:rFonts w:ascii="Arial" w:hAnsi="Arial" w:cs="Arial"/>
          <w:sz w:val="20"/>
        </w:rPr>
        <w:t xml:space="preserve"> </w:t>
      </w:r>
    </w:p>
    <w:tbl>
      <w:tblPr>
        <w:tblStyle w:val="Grilledutableau"/>
        <w:tblW w:w="0" w:type="auto"/>
        <w:tblInd w:w="8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678"/>
        <w:gridCol w:w="2126"/>
      </w:tblGrid>
      <w:tr w:rsidR="00B9117B" w:rsidRPr="003B51DD" w14:paraId="4043756D" w14:textId="77777777" w:rsidTr="00426E25">
        <w:trPr>
          <w:trHeight w:val="397"/>
        </w:trPr>
        <w:tc>
          <w:tcPr>
            <w:tcW w:w="3678" w:type="dxa"/>
            <w:vAlign w:val="center"/>
          </w:tcPr>
          <w:p w14:paraId="57CACC9E" w14:textId="2C0FAFB8" w:rsidR="00B9117B" w:rsidRPr="00426E25" w:rsidRDefault="00822E86" w:rsidP="00426E25">
            <w:pPr>
              <w:jc w:val="center"/>
              <w:rPr>
                <w:rFonts w:ascii="Arial" w:hAnsi="Arial" w:cs="Arial"/>
                <w:sz w:val="20"/>
              </w:rPr>
            </w:pPr>
            <w:r w:rsidRPr="00426E25">
              <w:rPr>
                <w:rFonts w:ascii="Arial" w:hAnsi="Arial" w:cs="Arial"/>
                <w:sz w:val="20"/>
              </w:rPr>
              <w:t>Montant en € HT arrêté en chiffres à</w:t>
            </w:r>
          </w:p>
        </w:tc>
        <w:tc>
          <w:tcPr>
            <w:tcW w:w="2126" w:type="dxa"/>
          </w:tcPr>
          <w:p w14:paraId="1A18B0CD" w14:textId="77777777" w:rsidR="00B9117B" w:rsidRPr="00426E25" w:rsidRDefault="00B9117B" w:rsidP="00426E2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B2997" w:rsidRPr="003B51DD" w14:paraId="054F0D5F" w14:textId="77777777" w:rsidTr="00426E25">
        <w:trPr>
          <w:trHeight w:val="397"/>
        </w:trPr>
        <w:tc>
          <w:tcPr>
            <w:tcW w:w="3678" w:type="dxa"/>
            <w:vAlign w:val="center"/>
          </w:tcPr>
          <w:p w14:paraId="6D18E322" w14:textId="55882426" w:rsidR="00BB13F4" w:rsidRPr="00426E25" w:rsidRDefault="00BB13F4" w:rsidP="00426E25">
            <w:pPr>
              <w:jc w:val="center"/>
              <w:rPr>
                <w:rFonts w:ascii="Arial" w:hAnsi="Arial" w:cs="Arial"/>
                <w:sz w:val="20"/>
              </w:rPr>
            </w:pPr>
            <w:r w:rsidRPr="00426E25">
              <w:rPr>
                <w:rFonts w:ascii="Arial" w:hAnsi="Arial" w:cs="Arial"/>
                <w:sz w:val="20"/>
              </w:rPr>
              <w:t>Montant de TVA (taux :</w:t>
            </w:r>
            <w:r w:rsidR="00426E25">
              <w:rPr>
                <w:rFonts w:ascii="Arial" w:hAnsi="Arial" w:cs="Arial"/>
                <w:sz w:val="20"/>
              </w:rPr>
              <w:t xml:space="preserve"> 20 %</w:t>
            </w:r>
            <w:r w:rsidRPr="00426E25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2126" w:type="dxa"/>
          </w:tcPr>
          <w:p w14:paraId="6ECE8EF4" w14:textId="58005FA9" w:rsidR="00EB2997" w:rsidRPr="00426E25" w:rsidRDefault="00EB2997" w:rsidP="00426E2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9117B" w:rsidRPr="003B51DD" w14:paraId="2D4BD420" w14:textId="77777777" w:rsidTr="00426E25">
        <w:trPr>
          <w:trHeight w:val="397"/>
        </w:trPr>
        <w:tc>
          <w:tcPr>
            <w:tcW w:w="3678" w:type="dxa"/>
            <w:vAlign w:val="center"/>
          </w:tcPr>
          <w:p w14:paraId="04C93691" w14:textId="3A2E1DE8" w:rsidR="00B9117B" w:rsidRPr="00426E25" w:rsidRDefault="00822E86" w:rsidP="00426E25">
            <w:pPr>
              <w:jc w:val="center"/>
              <w:rPr>
                <w:rFonts w:ascii="Arial" w:hAnsi="Arial" w:cs="Arial"/>
                <w:sz w:val="20"/>
              </w:rPr>
            </w:pPr>
            <w:r w:rsidRPr="00426E25">
              <w:rPr>
                <w:rFonts w:ascii="Arial" w:hAnsi="Arial" w:cs="Arial"/>
                <w:sz w:val="20"/>
              </w:rPr>
              <w:t xml:space="preserve">Montant en € TTC arrêté en chiffres à </w:t>
            </w:r>
          </w:p>
        </w:tc>
        <w:tc>
          <w:tcPr>
            <w:tcW w:w="2126" w:type="dxa"/>
          </w:tcPr>
          <w:p w14:paraId="363F166B" w14:textId="77777777" w:rsidR="00B9117B" w:rsidRPr="00426E25" w:rsidRDefault="00B9117B" w:rsidP="00426E2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4C6137B" w14:textId="6B4D21CB" w:rsidR="00572A24" w:rsidRPr="003B51DD" w:rsidRDefault="00572A24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3B51DD">
        <w:rPr>
          <w:rFonts w:ascii="Arial" w:hAnsi="Arial" w:cs="Arial"/>
          <w:b/>
          <w:szCs w:val="22"/>
          <w:lang w:eastAsia="zh-CN"/>
        </w:rPr>
        <w:t>–</w:t>
      </w:r>
      <w:r w:rsidRPr="003B51DD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1229F070" w14:textId="37533210" w:rsidR="00B90DBD" w:rsidRDefault="00DC0B9A" w:rsidP="006206E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sz w:val="20"/>
        </w:rPr>
      </w:pPr>
      <w:r w:rsidRPr="00B02C3C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B02C3C">
        <w:rPr>
          <w:rFonts w:ascii="Arial" w:hAnsi="Arial" w:cs="Arial"/>
          <w:b/>
          <w:szCs w:val="22"/>
          <w:lang w:eastAsia="zh-CN"/>
        </w:rPr>
        <w:t>Forme</w:t>
      </w:r>
      <w:r w:rsidR="00884105" w:rsidRPr="00B02C3C">
        <w:rPr>
          <w:rFonts w:ascii="Arial" w:hAnsi="Arial" w:cs="Arial"/>
          <w:b/>
          <w:szCs w:val="22"/>
          <w:lang w:eastAsia="zh-CN"/>
        </w:rPr>
        <w:t xml:space="preserve"> du prix : </w:t>
      </w:r>
      <w:r w:rsidR="00B90DBD" w:rsidRPr="00B02C3C">
        <w:rPr>
          <w:rFonts w:ascii="Arial" w:hAnsi="Arial" w:cs="Arial"/>
          <w:sz w:val="20"/>
        </w:rPr>
        <w:t xml:space="preserve">Prix forfaitaires </w:t>
      </w:r>
    </w:p>
    <w:p w14:paraId="0DB466F5" w14:textId="77777777" w:rsidR="006206E5" w:rsidRPr="00B02C3C" w:rsidRDefault="006206E5" w:rsidP="006206E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sz w:val="20"/>
        </w:rPr>
      </w:pPr>
    </w:p>
    <w:p w14:paraId="77FE4696" w14:textId="13022A32" w:rsidR="004B22AC" w:rsidRPr="00B02C3C" w:rsidRDefault="004B22AC" w:rsidP="006206E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B02C3C">
        <w:rPr>
          <w:rFonts w:ascii="Arial" w:hAnsi="Arial" w:cs="Arial"/>
          <w:b/>
          <w:szCs w:val="22"/>
          <w:lang w:eastAsia="zh-CN"/>
        </w:rPr>
        <w:t>B2.</w:t>
      </w:r>
      <w:r w:rsidR="004F21E9" w:rsidRPr="00B02C3C">
        <w:rPr>
          <w:rFonts w:ascii="Arial" w:hAnsi="Arial" w:cs="Arial"/>
          <w:b/>
          <w:szCs w:val="22"/>
          <w:lang w:eastAsia="zh-CN"/>
        </w:rPr>
        <w:t>2</w:t>
      </w:r>
      <w:r w:rsidRPr="00B02C3C">
        <w:rPr>
          <w:rFonts w:ascii="Arial" w:hAnsi="Arial" w:cs="Arial"/>
          <w:b/>
          <w:szCs w:val="22"/>
          <w:lang w:eastAsia="zh-CN"/>
        </w:rPr>
        <w:t xml:space="preserve"> Variation des prix :</w:t>
      </w:r>
    </w:p>
    <w:p w14:paraId="7A7BC141" w14:textId="154CEBAE" w:rsidR="00F54A5A" w:rsidRPr="006206E5" w:rsidRDefault="00F54A5A" w:rsidP="006206E5">
      <w:pPr>
        <w:jc w:val="both"/>
        <w:rPr>
          <w:rFonts w:ascii="Arial" w:hAnsi="Arial" w:cs="Arial"/>
          <w:sz w:val="20"/>
        </w:rPr>
      </w:pPr>
      <w:r w:rsidRPr="00B02C3C">
        <w:rPr>
          <w:rFonts w:ascii="Arial" w:hAnsi="Arial" w:cs="Arial"/>
          <w:b/>
          <w:sz w:val="18"/>
        </w:rPr>
        <w:t>L’Index/indice de référence I choisi</w:t>
      </w:r>
      <w:r w:rsidRPr="00B02C3C">
        <w:rPr>
          <w:rFonts w:ascii="Arial" w:hAnsi="Arial" w:cs="Arial"/>
          <w:sz w:val="20"/>
        </w:rPr>
        <w:t xml:space="preserve"> en raison de sa structure pour l</w:t>
      </w:r>
      <w:r w:rsidR="00EB2997" w:rsidRPr="00B02C3C">
        <w:rPr>
          <w:rFonts w:ascii="Arial" w:hAnsi="Arial" w:cs="Arial"/>
          <w:sz w:val="20"/>
        </w:rPr>
        <w:t>a variation</w:t>
      </w:r>
      <w:r w:rsidRPr="00B02C3C">
        <w:rPr>
          <w:rFonts w:ascii="Arial" w:hAnsi="Arial" w:cs="Arial"/>
          <w:sz w:val="20"/>
        </w:rPr>
        <w:t xml:space="preserve"> des prix est le</w:t>
      </w:r>
      <w:r w:rsidR="006206E5">
        <w:rPr>
          <w:rFonts w:ascii="Arial" w:hAnsi="Arial" w:cs="Arial"/>
          <w:sz w:val="20"/>
        </w:rPr>
        <w:t xml:space="preserve"> </w:t>
      </w:r>
      <w:r w:rsidR="00025D39" w:rsidRPr="00B02C3C">
        <w:rPr>
          <w:rFonts w:ascii="Arial" w:hAnsi="Arial" w:cs="Arial"/>
          <w:b/>
        </w:rPr>
        <w:t xml:space="preserve">ING-2010 </w:t>
      </w:r>
    </w:p>
    <w:p w14:paraId="3BCF53AE" w14:textId="39F470D2" w:rsidR="0070001C" w:rsidRDefault="003E5B20" w:rsidP="006206E5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  <w:r w:rsidRPr="00B02C3C">
        <w:rPr>
          <w:rFonts w:ascii="Arial" w:hAnsi="Arial" w:cs="Arial"/>
          <w:sz w:val="20"/>
        </w:rPr>
        <w:t xml:space="preserve">Les prix sont fermes </w:t>
      </w:r>
      <w:r w:rsidR="00426E25" w:rsidRPr="00B02C3C">
        <w:rPr>
          <w:rFonts w:ascii="Arial" w:hAnsi="Arial" w:cs="Arial"/>
          <w:sz w:val="20"/>
        </w:rPr>
        <w:t>et actualisables</w:t>
      </w:r>
    </w:p>
    <w:p w14:paraId="7198F11E" w14:textId="77777777" w:rsidR="006206E5" w:rsidRPr="00B02C3C" w:rsidRDefault="006206E5" w:rsidP="006206E5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</w:p>
    <w:p w14:paraId="23473117" w14:textId="4AAEC705" w:rsidR="00BB13F4" w:rsidRPr="00426E25" w:rsidRDefault="00BB13F4" w:rsidP="006206E5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sz w:val="20"/>
        </w:rPr>
      </w:pPr>
      <w:r>
        <w:rPr>
          <w:rFonts w:ascii="Arial" w:hAnsi="Arial" w:cs="Arial"/>
          <w:b/>
          <w:szCs w:val="22"/>
          <w:lang w:eastAsia="zh-CN"/>
        </w:rPr>
        <w:t>B2.3 Mois Zéro :</w:t>
      </w:r>
      <w:r>
        <w:rPr>
          <w:rFonts w:ascii="Arial" w:hAnsi="Arial" w:cs="Arial"/>
          <w:sz w:val="20"/>
        </w:rPr>
        <w:t xml:space="preserve"> </w:t>
      </w:r>
      <w:r w:rsidR="00426E25" w:rsidRPr="00426E25">
        <w:rPr>
          <w:rFonts w:ascii="Arial" w:hAnsi="Arial" w:cs="Arial"/>
          <w:sz w:val="20"/>
        </w:rPr>
        <w:t>Juillet 2025</w:t>
      </w:r>
    </w:p>
    <w:p w14:paraId="1ED61F21" w14:textId="57904437" w:rsidR="00130F31" w:rsidRPr="003B51DD" w:rsidRDefault="00130F31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5D65C27C" w14:textId="34C1EA82" w:rsidR="00130F31" w:rsidRPr="003B51DD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77777777" w:rsidR="00130F31" w:rsidRPr="006206E5" w:rsidRDefault="00130F31" w:rsidP="004D625A">
      <w:pPr>
        <w:spacing w:before="60" w:after="60"/>
        <w:ind w:left="1134"/>
        <w:rPr>
          <w:rFonts w:ascii="Arial" w:hAnsi="Arial" w:cs="Arial"/>
          <w:iCs/>
          <w:sz w:val="20"/>
          <w:szCs w:val="22"/>
        </w:rPr>
      </w:pPr>
      <w:r w:rsidRPr="006206E5"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206E5">
        <w:rPr>
          <w:rFonts w:ascii="Arial" w:hAnsi="Arial" w:cs="Arial"/>
          <w:iCs/>
          <w:sz w:val="24"/>
        </w:rPr>
        <w:instrText xml:space="preserve"> FORMCHECKBOX </w:instrText>
      </w:r>
      <w:r w:rsidR="00C4556F">
        <w:rPr>
          <w:rFonts w:ascii="Arial" w:hAnsi="Arial" w:cs="Arial"/>
          <w:iCs/>
          <w:sz w:val="24"/>
        </w:rPr>
      </w:r>
      <w:r w:rsidR="00C4556F">
        <w:rPr>
          <w:rFonts w:ascii="Arial" w:hAnsi="Arial" w:cs="Arial"/>
          <w:iCs/>
          <w:sz w:val="24"/>
        </w:rPr>
        <w:fldChar w:fldCharType="separate"/>
      </w:r>
      <w:r w:rsidRPr="006206E5">
        <w:rPr>
          <w:rFonts w:ascii="Arial" w:hAnsi="Arial" w:cs="Arial"/>
          <w:iCs/>
          <w:sz w:val="24"/>
        </w:rPr>
        <w:fldChar w:fldCharType="end"/>
      </w:r>
      <w:r w:rsidRPr="006206E5">
        <w:rPr>
          <w:rFonts w:ascii="Arial" w:hAnsi="Arial" w:cs="Arial"/>
          <w:iCs/>
          <w:sz w:val="24"/>
        </w:rPr>
        <w:t xml:space="preserve"> </w:t>
      </w:r>
      <w:r w:rsidRPr="006206E5">
        <w:rPr>
          <w:rFonts w:ascii="Arial" w:hAnsi="Arial" w:cs="Arial"/>
          <w:iCs/>
          <w:sz w:val="20"/>
          <w:szCs w:val="22"/>
        </w:rPr>
        <w:t>Groupement conjoint (mandataire solidaire).</w:t>
      </w:r>
      <w:r w:rsidRPr="006206E5">
        <w:rPr>
          <w:rFonts w:ascii="Arial" w:hAnsi="Arial" w:cs="Arial"/>
          <w:iCs/>
          <w:sz w:val="20"/>
          <w:szCs w:val="22"/>
        </w:rPr>
        <w:tab/>
      </w:r>
      <w:r w:rsidRPr="006206E5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206E5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C4556F">
        <w:rPr>
          <w:rFonts w:ascii="Arial" w:hAnsi="Arial" w:cs="Arial"/>
          <w:iCs/>
          <w:sz w:val="20"/>
          <w:szCs w:val="22"/>
        </w:rPr>
      </w:r>
      <w:r w:rsidR="00C4556F">
        <w:rPr>
          <w:rFonts w:ascii="Arial" w:hAnsi="Arial" w:cs="Arial"/>
          <w:iCs/>
          <w:sz w:val="20"/>
          <w:szCs w:val="22"/>
        </w:rPr>
        <w:fldChar w:fldCharType="separate"/>
      </w:r>
      <w:r w:rsidRPr="006206E5">
        <w:rPr>
          <w:rFonts w:ascii="Arial" w:hAnsi="Arial" w:cs="Arial"/>
          <w:iCs/>
          <w:sz w:val="20"/>
          <w:szCs w:val="22"/>
        </w:rPr>
        <w:fldChar w:fldCharType="end"/>
      </w:r>
      <w:r w:rsidRPr="006206E5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3B51DD" w:rsidRDefault="00130F31" w:rsidP="00130F31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4D625A" w:rsidRPr="003B51DD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Désignation des membres</w:t>
            </w:r>
          </w:p>
          <w:p w14:paraId="77A3B37F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Prestations exécutées par les membres</w:t>
            </w:r>
          </w:p>
          <w:p w14:paraId="0DF775CD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</w:tr>
      <w:tr w:rsidR="004D625A" w:rsidRPr="003B51DD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3B51DD" w:rsidRDefault="004D625A" w:rsidP="004D625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Montant HT de la prestation</w:t>
            </w:r>
          </w:p>
        </w:tc>
      </w:tr>
      <w:tr w:rsidR="00130F31" w:rsidRPr="003B51DD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F31" w:rsidRPr="003B51DD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B7F5AA" w14:textId="4B8D8021" w:rsidR="00130F31" w:rsidRPr="003B51DD" w:rsidRDefault="00130F31" w:rsidP="00B9117B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3B51DD" w:rsidRDefault="006550F5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lastRenderedPageBreak/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4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>Compte (s) à créditer</w:t>
      </w:r>
    </w:p>
    <w:p w14:paraId="6D063AC6" w14:textId="0A5541CD" w:rsidR="006550F5" w:rsidRPr="003B51DD" w:rsidRDefault="006550F5" w:rsidP="004D625A">
      <w:pPr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 w:val="20"/>
        </w:rPr>
        <w:t xml:space="preserve">RIB </w:t>
      </w:r>
      <w:r w:rsidRPr="003B51DD">
        <w:rPr>
          <w:rFonts w:ascii="Arial" w:hAnsi="Arial" w:cs="Arial"/>
          <w:sz w:val="20"/>
        </w:rPr>
        <w:t>à intégrer</w:t>
      </w:r>
      <w:r w:rsidR="0084023C" w:rsidRPr="003B51DD">
        <w:rPr>
          <w:rFonts w:ascii="Arial" w:hAnsi="Arial" w:cs="Arial"/>
          <w:sz w:val="20"/>
        </w:rPr>
        <w:t>/joindre</w:t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i/>
          <w:sz w:val="20"/>
        </w:rPr>
        <w:t>(</w:t>
      </w:r>
      <w:r w:rsidRPr="003B51DD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3B51DD">
        <w:rPr>
          <w:rFonts w:ascii="Arial" w:hAnsi="Arial" w:cs="Arial"/>
          <w:b/>
          <w:i/>
          <w:sz w:val="20"/>
        </w:rPr>
        <w:t xml:space="preserve"> séparés, l’ensemble</w:t>
      </w:r>
      <w:r w:rsidRPr="003B51DD">
        <w:rPr>
          <w:rFonts w:ascii="Arial" w:hAnsi="Arial" w:cs="Arial"/>
          <w:b/>
          <w:i/>
          <w:sz w:val="20"/>
        </w:rPr>
        <w:t xml:space="preserve"> des RIB sont à joindre</w:t>
      </w:r>
      <w:r w:rsidRPr="003B51DD">
        <w:rPr>
          <w:rFonts w:ascii="Arial" w:hAnsi="Arial" w:cs="Arial"/>
          <w:i/>
          <w:sz w:val="20"/>
        </w:rPr>
        <w:t>)</w:t>
      </w:r>
      <w:r w:rsidRPr="003B51DD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3B51DD" w:rsidRDefault="00DE5240" w:rsidP="00B9117B">
      <w:pPr>
        <w:jc w:val="both"/>
        <w:rPr>
          <w:rFonts w:ascii="Arial" w:hAnsi="Arial" w:cs="Arial"/>
          <w:sz w:val="20"/>
        </w:rPr>
      </w:pPr>
    </w:p>
    <w:p w14:paraId="2AA79BAA" w14:textId="0DD357C9" w:rsidR="008062B4" w:rsidRPr="003B51DD" w:rsidRDefault="002A25EB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5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2191-3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3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2391-1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1C126092" w14:textId="337E740F" w:rsidR="00025D39" w:rsidRPr="00025D39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Titulaire / </w:t>
      </w:r>
      <w:r w:rsidRPr="00025D39">
        <w:rPr>
          <w:rFonts w:ascii="Arial" w:hAnsi="Arial" w:cs="Arial"/>
          <w:sz w:val="20"/>
          <w:u w:val="single"/>
        </w:rPr>
        <w:t>Mandataire :</w:t>
      </w:r>
    </w:p>
    <w:p w14:paraId="7B0B8D77" w14:textId="4A8F6A3D" w:rsidR="008062B4" w:rsidRDefault="008062B4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 xml:space="preserve">Je </w:t>
      </w:r>
      <w:r w:rsidR="00AB3176" w:rsidRPr="003B51DD">
        <w:rPr>
          <w:rFonts w:ascii="Arial" w:hAnsi="Arial" w:cs="Arial"/>
          <w:sz w:val="20"/>
        </w:rPr>
        <w:t>souhaite bénéficier de l’avance</w:t>
      </w:r>
      <w:r w:rsidR="0084023C" w:rsidRPr="003B51DD">
        <w:rPr>
          <w:rStyle w:val="Appelnotedebasdep"/>
          <w:rFonts w:ascii="Arial" w:hAnsi="Arial" w:cs="Arial"/>
          <w:sz w:val="20"/>
        </w:rPr>
        <w:footnoteReference w:id="1"/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sz w:val="20"/>
        </w:rPr>
        <w:tab/>
      </w:r>
      <w:r w:rsidR="001154AF">
        <w:rPr>
          <w:rFonts w:ascii="Arial" w:hAnsi="Arial" w:cs="Arial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1"/>
      <w:r w:rsidR="001154AF">
        <w:rPr>
          <w:rFonts w:ascii="Arial" w:hAnsi="Arial" w:cs="Arial"/>
          <w:szCs w:val="24"/>
        </w:rPr>
        <w:instrText xml:space="preserve"> FORMCHECKBOX </w:instrText>
      </w:r>
      <w:r w:rsidR="00C4556F">
        <w:rPr>
          <w:rFonts w:ascii="Arial" w:hAnsi="Arial" w:cs="Arial"/>
          <w:szCs w:val="24"/>
        </w:rPr>
      </w:r>
      <w:r w:rsidR="00C4556F">
        <w:rPr>
          <w:rFonts w:ascii="Arial" w:hAnsi="Arial" w:cs="Arial"/>
          <w:szCs w:val="24"/>
        </w:rPr>
        <w:fldChar w:fldCharType="separate"/>
      </w:r>
      <w:r w:rsidR="001154AF">
        <w:rPr>
          <w:rFonts w:ascii="Arial" w:hAnsi="Arial" w:cs="Arial"/>
          <w:szCs w:val="24"/>
        </w:rPr>
        <w:fldChar w:fldCharType="end"/>
      </w:r>
      <w:bookmarkEnd w:id="0"/>
      <w:r w:rsidRPr="003B51DD">
        <w:rPr>
          <w:rFonts w:ascii="Arial" w:hAnsi="Arial" w:cs="Arial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C4556F">
        <w:rPr>
          <w:rFonts w:ascii="Arial" w:hAnsi="Arial" w:cs="Arial"/>
          <w:szCs w:val="24"/>
        </w:rPr>
      </w:r>
      <w:r w:rsidR="00C4556F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Oui</w:t>
      </w:r>
      <w:r w:rsidRPr="003B51DD">
        <w:rPr>
          <w:rFonts w:ascii="Arial" w:hAnsi="Arial" w:cs="Arial"/>
          <w:sz w:val="24"/>
          <w:szCs w:val="24"/>
        </w:rPr>
        <w:tab/>
      </w:r>
    </w:p>
    <w:p w14:paraId="03E1C450" w14:textId="095FA6F6" w:rsidR="00025D39" w:rsidRPr="00025D39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4A57BA">
        <w:rPr>
          <w:rFonts w:ascii="Arial" w:hAnsi="Arial" w:cs="Arial"/>
          <w:i/>
          <w:sz w:val="20"/>
          <w:u w:val="single"/>
        </w:rPr>
        <w:t>Cotraitant </w:t>
      </w:r>
      <w:r w:rsidR="004A57BA" w:rsidRPr="004A57BA">
        <w:rPr>
          <w:rFonts w:ascii="Arial" w:hAnsi="Arial" w:cs="Arial"/>
          <w:i/>
          <w:sz w:val="20"/>
          <w:u w:val="single"/>
        </w:rPr>
        <w:t>(le cas échéant)</w:t>
      </w:r>
      <w:r w:rsidR="004A57BA">
        <w:rPr>
          <w:rFonts w:ascii="Arial" w:hAnsi="Arial" w:cs="Arial"/>
          <w:sz w:val="20"/>
          <w:u w:val="single"/>
        </w:rPr>
        <w:t xml:space="preserve"> </w:t>
      </w:r>
      <w:r w:rsidRPr="00025D39">
        <w:rPr>
          <w:rFonts w:ascii="Arial" w:hAnsi="Arial" w:cs="Arial"/>
          <w:sz w:val="20"/>
          <w:u w:val="single"/>
        </w:rPr>
        <w:t>:</w:t>
      </w:r>
    </w:p>
    <w:p w14:paraId="25FAE204" w14:textId="6905F2BC" w:rsidR="00025D39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>Je souhaite bénéficier de l’avance</w:t>
      </w:r>
      <w:r w:rsidRPr="00025D39">
        <w:rPr>
          <w:rFonts w:ascii="Arial" w:hAnsi="Arial" w:cs="Arial"/>
          <w:sz w:val="20"/>
          <w:vertAlign w:val="superscript"/>
        </w:rPr>
        <w:t>1</w:t>
      </w:r>
      <w:r w:rsidRPr="003B51DD">
        <w:rPr>
          <w:rFonts w:ascii="Arial" w:hAnsi="Arial" w:cs="Arial"/>
          <w:sz w:val="20"/>
        </w:rPr>
        <w:tab/>
      </w:r>
      <w:r w:rsidR="001154AF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154AF">
        <w:rPr>
          <w:rFonts w:ascii="Arial" w:hAnsi="Arial" w:cs="Arial"/>
          <w:szCs w:val="24"/>
        </w:rPr>
        <w:instrText xml:space="preserve"> FORMCHECKBOX </w:instrText>
      </w:r>
      <w:r w:rsidR="00C4556F">
        <w:rPr>
          <w:rFonts w:ascii="Arial" w:hAnsi="Arial" w:cs="Arial"/>
          <w:szCs w:val="24"/>
        </w:rPr>
      </w:r>
      <w:r w:rsidR="00C4556F">
        <w:rPr>
          <w:rFonts w:ascii="Arial" w:hAnsi="Arial" w:cs="Arial"/>
          <w:szCs w:val="24"/>
        </w:rPr>
        <w:fldChar w:fldCharType="separate"/>
      </w:r>
      <w:r w:rsidR="001154AF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C4556F">
        <w:rPr>
          <w:rFonts w:ascii="Arial" w:hAnsi="Arial" w:cs="Arial"/>
          <w:szCs w:val="24"/>
        </w:rPr>
      </w:r>
      <w:r w:rsidR="00C4556F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Oui</w:t>
      </w:r>
      <w:r w:rsidRPr="003B51DD">
        <w:rPr>
          <w:rFonts w:ascii="Arial" w:hAnsi="Arial" w:cs="Arial"/>
          <w:sz w:val="24"/>
          <w:szCs w:val="24"/>
        </w:rPr>
        <w:tab/>
      </w:r>
    </w:p>
    <w:p w14:paraId="7BE1EF10" w14:textId="2E1D082A" w:rsidR="005066CC" w:rsidRDefault="005066CC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DA35E71" w14:textId="452690AA" w:rsidR="005066CC" w:rsidRPr="003E059A" w:rsidRDefault="005066CC" w:rsidP="005066C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E059A">
        <w:rPr>
          <w:rFonts w:ascii="Arial" w:hAnsi="Arial" w:cs="Arial"/>
          <w:b/>
          <w:szCs w:val="22"/>
          <w:lang w:eastAsia="zh-CN"/>
        </w:rPr>
        <w:t xml:space="preserve">B6 – Modalités de règlement </w:t>
      </w:r>
    </w:p>
    <w:p w14:paraId="24B2BF5C" w14:textId="4B50A96B" w:rsidR="005066CC" w:rsidRPr="00B02C3C" w:rsidRDefault="00426E25" w:rsidP="00426E25">
      <w:pPr>
        <w:tabs>
          <w:tab w:val="left" w:pos="1134"/>
        </w:tabs>
        <w:spacing w:before="120" w:after="120"/>
        <w:jc w:val="both"/>
        <w:rPr>
          <w:rFonts w:ascii="Arial" w:hAnsi="Arial" w:cs="Arial"/>
          <w:sz w:val="20"/>
        </w:rPr>
      </w:pPr>
      <w:r w:rsidRPr="00B02C3C">
        <w:rPr>
          <w:rFonts w:ascii="Arial" w:hAnsi="Arial" w:cs="Arial"/>
          <w:sz w:val="20"/>
        </w:rPr>
        <w:t>Le règlement se fera sur f</w:t>
      </w:r>
      <w:r w:rsidR="005066CC" w:rsidRPr="00B02C3C">
        <w:rPr>
          <w:rFonts w:ascii="Arial" w:hAnsi="Arial" w:cs="Arial"/>
          <w:sz w:val="20"/>
        </w:rPr>
        <w:t>acture</w:t>
      </w:r>
      <w:r w:rsidRPr="00B02C3C">
        <w:rPr>
          <w:rFonts w:ascii="Arial" w:hAnsi="Arial" w:cs="Arial"/>
          <w:sz w:val="20"/>
        </w:rPr>
        <w:t>.</w:t>
      </w:r>
      <w:r w:rsidR="005066CC" w:rsidRPr="00B02C3C">
        <w:rPr>
          <w:rFonts w:ascii="Arial" w:hAnsi="Arial" w:cs="Arial"/>
          <w:sz w:val="20"/>
        </w:rPr>
        <w:t xml:space="preserve"> </w:t>
      </w:r>
    </w:p>
    <w:p w14:paraId="10CAC300" w14:textId="6C7678C0" w:rsidR="000155F4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3B51DD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4DA78F32" w14:textId="408E265E" w:rsidR="00B9117B" w:rsidRPr="00426E25" w:rsidRDefault="00426E25" w:rsidP="00292EF8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426E25">
        <w:rPr>
          <w:rFonts w:ascii="Arial" w:hAnsi="Arial" w:cs="Arial"/>
          <w:b/>
          <w:sz w:val="20"/>
        </w:rPr>
        <w:t>Par dérogation à l’article 13-1 du CCAG-PI</w:t>
      </w:r>
      <w:r w:rsidRPr="00426E25">
        <w:rPr>
          <w:rFonts w:ascii="Arial" w:hAnsi="Arial" w:cs="Arial"/>
          <w:sz w:val="20"/>
        </w:rPr>
        <w:t>, l</w:t>
      </w:r>
      <w:r w:rsidR="001345A5" w:rsidRPr="00426E25">
        <w:rPr>
          <w:rFonts w:ascii="Arial" w:hAnsi="Arial" w:cs="Arial"/>
          <w:sz w:val="20"/>
        </w:rPr>
        <w:t>e délai</w:t>
      </w:r>
      <w:r w:rsidR="000155F4" w:rsidRPr="00426E25">
        <w:rPr>
          <w:rFonts w:ascii="Arial" w:hAnsi="Arial" w:cs="Arial"/>
          <w:sz w:val="20"/>
        </w:rPr>
        <w:t xml:space="preserve"> d’exécution des </w:t>
      </w:r>
      <w:r w:rsidR="00F8077C" w:rsidRPr="00426E25">
        <w:rPr>
          <w:rFonts w:ascii="Arial" w:hAnsi="Arial" w:cs="Arial"/>
          <w:sz w:val="20"/>
        </w:rPr>
        <w:t>prestations</w:t>
      </w:r>
      <w:r w:rsidR="00B9117B" w:rsidRPr="00426E25">
        <w:rPr>
          <w:rFonts w:ascii="Arial" w:hAnsi="Arial" w:cs="Arial"/>
          <w:sz w:val="20"/>
        </w:rPr>
        <w:t xml:space="preserve"> est </w:t>
      </w:r>
      <w:r w:rsidR="000155F4" w:rsidRPr="00426E25">
        <w:rPr>
          <w:rFonts w:ascii="Arial" w:hAnsi="Arial" w:cs="Arial"/>
          <w:sz w:val="20"/>
        </w:rPr>
        <w:t xml:space="preserve">de : </w:t>
      </w:r>
      <w:r w:rsidR="005918C6">
        <w:rPr>
          <w:rFonts w:ascii="Arial" w:hAnsi="Arial" w:cs="Arial"/>
          <w:sz w:val="20"/>
        </w:rPr>
        <w:t>4</w:t>
      </w:r>
      <w:r w:rsidR="00B9117B" w:rsidRPr="00426E25">
        <w:rPr>
          <w:rFonts w:ascii="Arial" w:hAnsi="Arial" w:cs="Arial"/>
          <w:sz w:val="20"/>
        </w:rPr>
        <w:t xml:space="preserve"> </w:t>
      </w:r>
      <w:r w:rsidRPr="00426E25">
        <w:rPr>
          <w:rFonts w:ascii="Arial" w:hAnsi="Arial" w:cs="Arial"/>
          <w:sz w:val="20"/>
        </w:rPr>
        <w:t>mois à compter de la date fixée par l’Ordre de Servi</w:t>
      </w:r>
      <w:bookmarkStart w:id="1" w:name="_GoBack"/>
      <w:bookmarkEnd w:id="1"/>
      <w:r w:rsidRPr="00426E25">
        <w:rPr>
          <w:rFonts w:ascii="Arial" w:hAnsi="Arial" w:cs="Arial"/>
          <w:sz w:val="20"/>
        </w:rPr>
        <w:t>ce qui prescrit de commencer.</w:t>
      </w:r>
    </w:p>
    <w:p w14:paraId="59D2BC61" w14:textId="7C8A6E74" w:rsidR="00E61334" w:rsidRPr="003B51DD" w:rsidRDefault="00F54BBD" w:rsidP="00507D48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right="-143" w:hanging="425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PROTECTION ET TRANSMISSION DES DOCUMENTS « DIFFUSION </w:t>
      </w:r>
      <w:r w:rsidR="00486C35" w:rsidRPr="003B51DD">
        <w:rPr>
          <w:rFonts w:ascii="Arial" w:hAnsi="Arial" w:cs="Arial"/>
          <w:b/>
          <w:sz w:val="24"/>
          <w:szCs w:val="22"/>
          <w:lang w:eastAsia="zh-CN"/>
        </w:rPr>
        <w:t>RESTREINTE »</w:t>
      </w:r>
    </w:p>
    <w:p w14:paraId="23C98F09" w14:textId="58982164" w:rsidR="00241AC9" w:rsidRPr="003B51DD" w:rsidRDefault="00241AC9" w:rsidP="00426E25">
      <w:pPr>
        <w:tabs>
          <w:tab w:val="left" w:pos="1134"/>
        </w:tabs>
        <w:spacing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Sans objet</w:t>
      </w:r>
    </w:p>
    <w:p w14:paraId="28D8C74C" w14:textId="6B6A3264" w:rsidR="00AD36F8" w:rsidRPr="003B51DD" w:rsidRDefault="0036569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32E83B9C" w:rsidR="00AD36F8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D36F8" w:rsidRPr="003B51DD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3B51DD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3B51DD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3B51DD" w:rsidRDefault="00AD36F8" w:rsidP="00AD36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</w:t>
      </w:r>
    </w:p>
    <w:p w14:paraId="3097B4E7" w14:textId="51E5AF2E" w:rsidR="00AD36F8" w:rsidRPr="003B51DD" w:rsidRDefault="00AD36F8" w:rsidP="00AD36F8">
      <w:pPr>
        <w:rPr>
          <w:rFonts w:ascii="Arial" w:hAnsi="Arial" w:cs="Arial"/>
          <w:sz w:val="20"/>
          <w:szCs w:val="24"/>
        </w:rPr>
      </w:pPr>
    </w:p>
    <w:p w14:paraId="68E7067D" w14:textId="1243A11F" w:rsidR="00A830C3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830C3" w:rsidRPr="003B51DD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0DE0D005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4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2142-23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5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2342-12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3B51DD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3B51DD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3B51DD" w:rsidRDefault="002471DA" w:rsidP="002471DA">
      <w:pPr>
        <w:tabs>
          <w:tab w:val="left" w:pos="851"/>
        </w:tabs>
        <w:suppressAutoHyphens/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0A1B75F" w14:textId="183BEF79" w:rsidR="00A830C3" w:rsidRPr="003B51DD" w:rsidRDefault="00A830C3" w:rsidP="00A830C3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C4556F">
        <w:rPr>
          <w:rFonts w:ascii="Arial" w:hAnsi="Arial" w:cs="Arial"/>
          <w:sz w:val="20"/>
          <w:lang w:eastAsia="zh-CN"/>
        </w:rPr>
      </w:r>
      <w:r w:rsidR="00C4556F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conjoint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  <w:t>OU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C4556F">
        <w:rPr>
          <w:rFonts w:ascii="Arial" w:hAnsi="Arial" w:cs="Arial"/>
          <w:sz w:val="20"/>
          <w:lang w:eastAsia="zh-CN"/>
        </w:rPr>
      </w:r>
      <w:r w:rsidR="00C4556F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3B51DD" w:rsidRDefault="00A830C3" w:rsidP="00292EF8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C4556F">
        <w:rPr>
          <w:rFonts w:ascii="Arial" w:hAnsi="Arial" w:cs="Arial"/>
          <w:sz w:val="20"/>
          <w:lang w:eastAsia="zh-CN"/>
        </w:rPr>
      </w:r>
      <w:r w:rsidR="00C4556F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3B51DD" w:rsidRDefault="00292EF8" w:rsidP="00292EF8">
      <w:pPr>
        <w:tabs>
          <w:tab w:val="left" w:pos="284"/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iCs/>
          <w:sz w:val="18"/>
          <w:szCs w:val="18"/>
        </w:rPr>
        <w:tab/>
      </w:r>
      <w:r w:rsidR="002471DA"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712CFBE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C4556F">
        <w:rPr>
          <w:rFonts w:ascii="Arial" w:hAnsi="Arial" w:cs="Arial"/>
          <w:sz w:val="20"/>
          <w:lang w:eastAsia="zh-CN"/>
        </w:rPr>
      </w:r>
      <w:r w:rsidR="00C4556F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C4556F">
        <w:rPr>
          <w:rFonts w:ascii="Arial" w:hAnsi="Arial" w:cs="Arial"/>
          <w:sz w:val="20"/>
          <w:lang w:eastAsia="zh-CN"/>
        </w:rPr>
      </w:r>
      <w:r w:rsidR="00C4556F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C4556F">
        <w:rPr>
          <w:rFonts w:ascii="Arial" w:hAnsi="Arial" w:cs="Arial"/>
          <w:sz w:val="20"/>
          <w:lang w:eastAsia="zh-CN"/>
        </w:rPr>
      </w:r>
      <w:r w:rsidR="00C4556F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</w:t>
      </w:r>
      <w:r w:rsidR="00492E84"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ont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2EB7EFBF" w:rsidR="00292EF8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hors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cas des marchés de défense ou de sécurité dans lequel ces documents ont déjà été fournis).</w:t>
      </w:r>
    </w:p>
    <w:p w14:paraId="591A196F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C4556F">
        <w:rPr>
          <w:rFonts w:ascii="Arial" w:hAnsi="Arial" w:cs="Arial"/>
          <w:sz w:val="20"/>
          <w:lang w:eastAsia="zh-CN"/>
        </w:rPr>
      </w:r>
      <w:r w:rsidR="00C4556F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(Cocher la case correspondante.)</w:t>
      </w:r>
    </w:p>
    <w:p w14:paraId="3A2BBB81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C4556F">
        <w:rPr>
          <w:rFonts w:ascii="Arial" w:hAnsi="Arial" w:cs="Arial"/>
          <w:sz w:val="20"/>
          <w:lang w:eastAsia="zh-CN"/>
        </w:rPr>
      </w:r>
      <w:r w:rsidR="00C4556F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C4556F">
        <w:rPr>
          <w:rFonts w:ascii="Arial" w:hAnsi="Arial" w:cs="Arial"/>
          <w:sz w:val="20"/>
          <w:lang w:eastAsia="zh-CN"/>
        </w:rPr>
      </w:r>
      <w:r w:rsidR="00C4556F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75CCCCC" w14:textId="78457EC0" w:rsidR="00A830C3" w:rsidRPr="003B51DD" w:rsidRDefault="00A830C3" w:rsidP="00280A83">
      <w:pPr>
        <w:tabs>
          <w:tab w:val="left" w:pos="1701"/>
        </w:tabs>
        <w:suppressAutoHyphens/>
        <w:spacing w:after="60"/>
        <w:ind w:left="851" w:hanging="284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C4556F">
        <w:rPr>
          <w:rFonts w:ascii="Arial" w:hAnsi="Arial" w:cs="Arial"/>
          <w:sz w:val="20"/>
          <w:lang w:eastAsia="zh-CN"/>
        </w:rPr>
      </w:r>
      <w:r w:rsidR="00C4556F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1E042668" w:rsidR="00A830C3" w:rsidRPr="003B51DD" w:rsidRDefault="00A830C3" w:rsidP="00280A83">
      <w:pPr>
        <w:tabs>
          <w:tab w:val="left" w:pos="851"/>
        </w:tabs>
        <w:suppressAutoHyphens/>
        <w:spacing w:after="60"/>
        <w:ind w:left="1624" w:hanging="850"/>
        <w:rPr>
          <w:rFonts w:ascii="Arial" w:hAnsi="Arial" w:cs="Arial"/>
          <w:sz w:val="16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16"/>
          <w:lang w:eastAsia="zh-CN"/>
        </w:rPr>
        <w:t>(Donner des précisions sur l’étendue du mandat.)</w:t>
      </w:r>
    </w:p>
    <w:p w14:paraId="68E8FEEC" w14:textId="77777777" w:rsidR="00492E84" w:rsidRPr="003B51DD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3B51DD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3B51DD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3B51DD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3B51DD" w:rsidRDefault="00A830C3" w:rsidP="00A830C3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b/>
          <w:sz w:val="18"/>
          <w:szCs w:val="18"/>
          <w:lang w:eastAsia="zh-CN"/>
        </w:rPr>
        <w:t>(*)</w:t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3B51DD">
        <w:rPr>
          <w:rFonts w:ascii="Arial" w:hAnsi="Arial" w:cs="Arial"/>
          <w:b/>
          <w:sz w:val="18"/>
          <w:szCs w:val="18"/>
          <w:lang w:eastAsia="zh-CN"/>
        </w:rPr>
        <w:t>Le signataire doit avoir le pouvoir d’engager la personne qu’il représente</w:t>
      </w:r>
      <w:r w:rsidRPr="003B51DD">
        <w:rPr>
          <w:rFonts w:ascii="Arial" w:hAnsi="Arial" w:cs="Arial"/>
          <w:sz w:val="18"/>
          <w:szCs w:val="18"/>
          <w:lang w:eastAsia="zh-CN"/>
        </w:rPr>
        <w:t>.</w:t>
      </w:r>
    </w:p>
    <w:p w14:paraId="270A1A0D" w14:textId="6F16AA11" w:rsidR="001C1C68" w:rsidRDefault="001C1C68" w:rsidP="00AD36F8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58506D99" w14:textId="23FF8C7B" w:rsidR="00C6638F" w:rsidRPr="003B51DD" w:rsidRDefault="00E8403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120" w:after="120"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IDENTIFICATION ET SIGNATURE DE L’ACHETEUR</w:t>
      </w:r>
    </w:p>
    <w:p w14:paraId="5EA8971A" w14:textId="787128B4" w:rsidR="00D82C77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F1 – </w:t>
      </w:r>
      <w:r w:rsidR="00D82C77" w:rsidRPr="003B51DD">
        <w:rPr>
          <w:rFonts w:ascii="Arial" w:hAnsi="Arial" w:cs="Arial"/>
          <w:b/>
          <w:szCs w:val="22"/>
          <w:lang w:eastAsia="zh-CN"/>
        </w:rPr>
        <w:t>Désignation d</w:t>
      </w:r>
      <w:r w:rsidR="00665664" w:rsidRPr="003B51DD">
        <w:rPr>
          <w:rFonts w:ascii="Arial" w:hAnsi="Arial" w:cs="Arial"/>
          <w:b/>
          <w:szCs w:val="22"/>
          <w:lang w:eastAsia="zh-CN"/>
        </w:rPr>
        <w:t>e l’acheteur</w:t>
      </w:r>
      <w:r w:rsidR="00D82C77" w:rsidRPr="003B51DD">
        <w:rPr>
          <w:rFonts w:ascii="Arial" w:hAnsi="Arial" w:cs="Arial"/>
          <w:b/>
          <w:szCs w:val="22"/>
          <w:lang w:eastAsia="zh-CN"/>
        </w:rPr>
        <w:t xml:space="preserve"> :</w:t>
      </w:r>
    </w:p>
    <w:p w14:paraId="04B9986A" w14:textId="15DEAAC4" w:rsidR="00D82C77" w:rsidRPr="003B51DD" w:rsidRDefault="002A7E54" w:rsidP="00D82C77">
      <w:pPr>
        <w:spacing w:before="120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MINARM/SGA/DCSID/</w:t>
      </w:r>
      <w:r w:rsidR="00D82C77" w:rsidRPr="003B51DD">
        <w:rPr>
          <w:rFonts w:ascii="Arial" w:hAnsi="Arial" w:cs="Arial"/>
          <w:sz w:val="20"/>
        </w:rPr>
        <w:t xml:space="preserve">SID </w:t>
      </w:r>
      <w:r>
        <w:rPr>
          <w:rFonts w:ascii="Arial" w:hAnsi="Arial" w:cs="Arial"/>
          <w:sz w:val="20"/>
        </w:rPr>
        <w:t>ATL</w:t>
      </w:r>
      <w:r w:rsidR="00D82C77" w:rsidRPr="003B51DD">
        <w:rPr>
          <w:rFonts w:ascii="Arial" w:hAnsi="Arial" w:cs="Arial"/>
          <w:sz w:val="20"/>
        </w:rPr>
        <w:t xml:space="preserve"> (Ministère des Armées / Secrétariat Général pour l'Administration /</w:t>
      </w:r>
      <w:r w:rsidR="00D82C77" w:rsidRPr="003B51DD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="00D82C77" w:rsidRPr="003B51DD">
        <w:rPr>
          <w:rFonts w:ascii="Arial" w:hAnsi="Arial" w:cs="Arial"/>
          <w:sz w:val="20"/>
        </w:rPr>
        <w:t>/</w:t>
      </w:r>
      <w:r w:rsidR="00D82C77" w:rsidRPr="003B51DD">
        <w:rPr>
          <w:rFonts w:ascii="Arial" w:hAnsi="Arial" w:cs="Arial"/>
          <w:color w:val="000000"/>
          <w:sz w:val="20"/>
        </w:rPr>
        <w:t xml:space="preserve"> Service d</w:t>
      </w:r>
      <w:r>
        <w:rPr>
          <w:rFonts w:ascii="Arial" w:hAnsi="Arial" w:cs="Arial"/>
          <w:color w:val="000000"/>
          <w:sz w:val="20"/>
        </w:rPr>
        <w:t>'Infrastructure de la Défense Atlantique</w:t>
      </w:r>
      <w:r w:rsidR="00D82C77" w:rsidRPr="003B51DD">
        <w:rPr>
          <w:rFonts w:ascii="Arial" w:hAnsi="Arial" w:cs="Arial"/>
          <w:sz w:val="20"/>
        </w:rPr>
        <w:t>).</w:t>
      </w:r>
    </w:p>
    <w:p w14:paraId="6792A44E" w14:textId="4723CA96" w:rsidR="007823F5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320D71F5" w14:textId="02CCEEA5" w:rsidR="00D82C77" w:rsidRPr="003B51DD" w:rsidRDefault="00D82C77" w:rsidP="00D82C77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L’Ingénieur Général des Travaux Maritimes Roland BOUTIN, Directeur du SID </w:t>
      </w:r>
      <w:r w:rsidR="002A7E54">
        <w:rPr>
          <w:rFonts w:ascii="Arial" w:hAnsi="Arial" w:cs="Arial"/>
          <w:bCs/>
          <w:sz w:val="20"/>
        </w:rPr>
        <w:t>Atlantique</w:t>
      </w:r>
      <w:r w:rsidRPr="003B51DD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3B51DD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2C4E80E7" w:rsidR="00385B7F" w:rsidRPr="003B51DD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3B51DD">
        <w:rPr>
          <w:rFonts w:ascii="Arial" w:hAnsi="Arial" w:cs="Arial"/>
          <w:sz w:val="20"/>
          <w:lang w:eastAsia="zh-CN"/>
        </w:rPr>
        <w:t>marché</w:t>
      </w:r>
      <w:r w:rsidRPr="003B51DD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7FCF0BF2" w14:textId="77777777" w:rsidR="007859D5" w:rsidRDefault="007859D5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 Gras" w:eastAsiaTheme="minorHAnsi" w:hAnsi="Arial Gras" w:cs="Arial"/>
          <w:b/>
          <w:vanish/>
          <w:color w:val="FF0000"/>
          <w:sz w:val="18"/>
          <w:lang w:eastAsia="en-US"/>
        </w:rPr>
      </w:pPr>
    </w:p>
    <w:p w14:paraId="532936EF" w14:textId="4270E35C" w:rsidR="00280A83" w:rsidRPr="003B51DD" w:rsidRDefault="00280A8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Univers" w:hAnsi="Univers" w:cs="Univers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A Brest,</w:t>
      </w:r>
    </w:p>
    <w:p w14:paraId="6F2D53D3" w14:textId="77777777" w:rsidR="00280A83" w:rsidRPr="003B51DD" w:rsidRDefault="00280A83" w:rsidP="00280A83">
      <w:pPr>
        <w:tabs>
          <w:tab w:val="left" w:pos="851"/>
        </w:tabs>
        <w:suppressAutoHyphens/>
        <w:jc w:val="center"/>
        <w:rPr>
          <w:rFonts w:ascii="Univers" w:hAnsi="Univers" w:cs="Univers"/>
          <w:sz w:val="8"/>
          <w:lang w:eastAsia="zh-CN"/>
        </w:rPr>
      </w:pPr>
    </w:p>
    <w:p w14:paraId="0FC3B540" w14:textId="45864309" w:rsidR="00D82C77" w:rsidRPr="003B51DD" w:rsidRDefault="00280A83" w:rsidP="0046717F">
      <w:pPr>
        <w:tabs>
          <w:tab w:val="left" w:pos="851"/>
        </w:tabs>
        <w:suppressAutoHyphens/>
        <w:jc w:val="center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Signature :</w:t>
      </w:r>
    </w:p>
    <w:p w14:paraId="5ADD4036" w14:textId="2E6991E9" w:rsidR="0046717F" w:rsidRDefault="0046717F" w:rsidP="0046717F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3B51DD" w:rsidRDefault="001C1C68" w:rsidP="0046717F">
      <w:pPr>
        <w:jc w:val="center"/>
        <w:rPr>
          <w:bCs/>
          <w:szCs w:val="22"/>
        </w:rPr>
      </w:pPr>
    </w:p>
    <w:p w14:paraId="74F542D6" w14:textId="4D5F054D" w:rsidR="0046717F" w:rsidRPr="003B51DD" w:rsidRDefault="002A7E54" w:rsidP="0046717F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Pour le directeur du SID Atlantique</w:t>
      </w:r>
    </w:p>
    <w:p w14:paraId="0012092D" w14:textId="77777777" w:rsidR="0046717F" w:rsidRPr="003B51DD" w:rsidRDefault="0046717F" w:rsidP="0046717F">
      <w:pPr>
        <w:jc w:val="center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Et par délégation </w:t>
      </w:r>
    </w:p>
    <w:p w14:paraId="02D7D13F" w14:textId="3314A6E3" w:rsidR="0046717F" w:rsidRPr="00426E25" w:rsidRDefault="00426E25" w:rsidP="0046717F">
      <w:pPr>
        <w:jc w:val="center"/>
        <w:rPr>
          <w:rFonts w:ascii="Arial" w:hAnsi="Arial" w:cs="Arial"/>
          <w:bCs/>
          <w:sz w:val="20"/>
        </w:rPr>
      </w:pPr>
      <w:r w:rsidRPr="00426E25">
        <w:rPr>
          <w:rFonts w:ascii="Arial" w:hAnsi="Arial" w:cs="Arial"/>
          <w:bCs/>
          <w:sz w:val="20"/>
        </w:rPr>
        <w:t xml:space="preserve">ICD Eric Le </w:t>
      </w:r>
      <w:proofErr w:type="spellStart"/>
      <w:r w:rsidRPr="00426E25">
        <w:rPr>
          <w:rFonts w:ascii="Arial" w:hAnsi="Arial" w:cs="Arial"/>
          <w:bCs/>
          <w:sz w:val="20"/>
        </w:rPr>
        <w:t>Balch</w:t>
      </w:r>
      <w:proofErr w:type="spellEnd"/>
    </w:p>
    <w:p w14:paraId="3A53214A" w14:textId="41147260" w:rsidR="00426E25" w:rsidRPr="00426E25" w:rsidRDefault="00426E25" w:rsidP="0046717F">
      <w:pPr>
        <w:jc w:val="center"/>
        <w:rPr>
          <w:rFonts w:ascii="Arial" w:hAnsi="Arial" w:cs="Arial"/>
          <w:bCs/>
          <w:sz w:val="20"/>
        </w:rPr>
      </w:pPr>
      <w:r w:rsidRPr="00426E25">
        <w:rPr>
          <w:rFonts w:ascii="Arial" w:hAnsi="Arial" w:cs="Arial"/>
          <w:bCs/>
          <w:sz w:val="20"/>
        </w:rPr>
        <w:t xml:space="preserve">Chef du </w:t>
      </w:r>
      <w:proofErr w:type="spellStart"/>
      <w:r w:rsidRPr="00426E25">
        <w:rPr>
          <w:rFonts w:ascii="Arial" w:hAnsi="Arial" w:cs="Arial"/>
          <w:bCs/>
          <w:sz w:val="20"/>
        </w:rPr>
        <w:t>bueau</w:t>
      </w:r>
      <w:proofErr w:type="spellEnd"/>
      <w:r w:rsidRPr="00426E25">
        <w:rPr>
          <w:rFonts w:ascii="Arial" w:hAnsi="Arial" w:cs="Arial"/>
          <w:bCs/>
          <w:sz w:val="20"/>
        </w:rPr>
        <w:t xml:space="preserve"> BO-MO LORR</w:t>
      </w:r>
    </w:p>
    <w:p w14:paraId="4874B1CE" w14:textId="615F200E" w:rsidR="00426E25" w:rsidRPr="00426E25" w:rsidRDefault="00426E25" w:rsidP="0046717F">
      <w:pPr>
        <w:jc w:val="center"/>
        <w:rPr>
          <w:rFonts w:ascii="Arial" w:hAnsi="Arial" w:cs="Arial"/>
          <w:bCs/>
          <w:sz w:val="20"/>
        </w:rPr>
      </w:pPr>
      <w:r w:rsidRPr="00426E25">
        <w:rPr>
          <w:rFonts w:ascii="Arial" w:hAnsi="Arial" w:cs="Arial"/>
          <w:bCs/>
          <w:sz w:val="20"/>
        </w:rPr>
        <w:t>De la division INV</w:t>
      </w:r>
    </w:p>
    <w:p w14:paraId="4B037C0A" w14:textId="71621275" w:rsidR="00686EAA" w:rsidRDefault="00686EAA">
      <w:pPr>
        <w:spacing w:after="160" w:line="259" w:lineRule="auto"/>
        <w:rPr>
          <w:rFonts w:ascii="Arial" w:eastAsia="Arial" w:hAnsi="Arial" w:cs="Arial"/>
          <w:color w:val="000000"/>
          <w:sz w:val="18"/>
          <w:szCs w:val="22"/>
        </w:rPr>
      </w:pPr>
      <w:r>
        <w:rPr>
          <w:rFonts w:ascii="Arial" w:eastAsia="Arial" w:hAnsi="Arial" w:cs="Arial"/>
          <w:color w:val="000000"/>
          <w:sz w:val="18"/>
          <w:szCs w:val="22"/>
        </w:rPr>
        <w:br w:type="page"/>
      </w:r>
    </w:p>
    <w:p w14:paraId="6A73C3B6" w14:textId="77777777" w:rsidR="00686EAA" w:rsidRPr="005F715E" w:rsidRDefault="00686EAA" w:rsidP="00686EAA">
      <w:pPr>
        <w:rPr>
          <w:rFonts w:ascii="Arial" w:hAnsi="Arial" w:cs="Arial"/>
          <w:szCs w:val="22"/>
        </w:rPr>
      </w:pPr>
    </w:p>
    <w:p w14:paraId="762810D7" w14:textId="77777777" w:rsidR="00686EAA" w:rsidRPr="005F715E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1</w:t>
      </w:r>
    </w:p>
    <w:p w14:paraId="7A1B0A07" w14:textId="77777777" w:rsidR="00686EAA" w:rsidRPr="005F715E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Relevé d’Identité Bancaire</w:t>
      </w:r>
    </w:p>
    <w:p w14:paraId="7A5CAD8B" w14:textId="77777777" w:rsidR="00686EAA" w:rsidRPr="005F715E" w:rsidRDefault="00686EAA" w:rsidP="00686EAA">
      <w:pPr>
        <w:pStyle w:val="Corpsdetexte23"/>
        <w:rPr>
          <w:rFonts w:cs="Arial"/>
          <w:szCs w:val="22"/>
        </w:rPr>
      </w:pPr>
    </w:p>
    <w:p w14:paraId="507AA934" w14:textId="77777777" w:rsidR="00686EAA" w:rsidRPr="005F715E" w:rsidRDefault="00686EAA" w:rsidP="00686EAA">
      <w:pPr>
        <w:jc w:val="both"/>
        <w:rPr>
          <w:rFonts w:ascii="Arial" w:hAnsi="Arial" w:cs="Arial"/>
          <w:b/>
          <w:szCs w:val="22"/>
        </w:rPr>
      </w:pPr>
      <w:r w:rsidRPr="005F715E">
        <w:rPr>
          <w:rFonts w:ascii="Arial" w:hAnsi="Arial" w:cs="Arial"/>
          <w:b/>
          <w:szCs w:val="22"/>
        </w:rPr>
        <w:t>Dans le cas d’un titulaire unique ou d’un groupement avec un compte unique</w:t>
      </w:r>
    </w:p>
    <w:p w14:paraId="0CBA058A" w14:textId="77777777" w:rsidR="00686EAA" w:rsidRPr="005F715E" w:rsidRDefault="00686EAA" w:rsidP="00686EAA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5F715E" w14:paraId="7DD8F8E5" w14:textId="77777777" w:rsidTr="000C18E8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</w:tcPr>
          <w:p w14:paraId="577323D9" w14:textId="77777777" w:rsidR="00686EAA" w:rsidRPr="005F715E" w:rsidRDefault="00686EAA" w:rsidP="000C18E8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  <w:r w:rsidRPr="005F715E">
              <w:rPr>
                <w:rFonts w:ascii="Arial" w:hAnsi="Arial" w:cs="Arial"/>
                <w:b/>
                <w:i/>
                <w:szCs w:val="22"/>
              </w:rPr>
              <w:t>Coller ici le Relevé d’Identité Bancaire.</w:t>
            </w:r>
          </w:p>
          <w:p w14:paraId="773315D1" w14:textId="77777777" w:rsidR="00686EAA" w:rsidRPr="005F715E" w:rsidRDefault="00686EAA" w:rsidP="000C18E8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07D160B5" w14:textId="6322DF35" w:rsidR="00686EAA" w:rsidRDefault="00686EAA" w:rsidP="00686EAA">
      <w:pPr>
        <w:jc w:val="both"/>
        <w:rPr>
          <w:rFonts w:ascii="Arial" w:hAnsi="Arial" w:cs="Arial"/>
          <w:b/>
          <w:szCs w:val="22"/>
        </w:rPr>
      </w:pPr>
    </w:p>
    <w:p w14:paraId="4BD9E2D9" w14:textId="16406468" w:rsidR="006206E5" w:rsidRDefault="006206E5">
      <w:pPr>
        <w:spacing w:after="160" w:line="259" w:lineRule="auto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br w:type="page"/>
      </w:r>
    </w:p>
    <w:p w14:paraId="51710042" w14:textId="77777777" w:rsidR="006206E5" w:rsidRPr="005F715E" w:rsidRDefault="006206E5" w:rsidP="006206E5">
      <w:pPr>
        <w:pStyle w:val="Corpsdetexte23"/>
        <w:rPr>
          <w:rFonts w:cs="Arial"/>
          <w:szCs w:val="22"/>
        </w:rPr>
      </w:pPr>
    </w:p>
    <w:p w14:paraId="7723BDBD" w14:textId="054B4BB1" w:rsidR="006206E5" w:rsidRPr="005F715E" w:rsidRDefault="006206E5" w:rsidP="006206E5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 xml:space="preserve">ANNEXE </w:t>
      </w:r>
      <w:r>
        <w:rPr>
          <w:rFonts w:cs="Arial"/>
          <w:b/>
          <w:szCs w:val="22"/>
        </w:rPr>
        <w:t>2</w:t>
      </w:r>
    </w:p>
    <w:p w14:paraId="3132ECBA" w14:textId="77777777" w:rsidR="006206E5" w:rsidRPr="005F715E" w:rsidRDefault="006206E5" w:rsidP="006206E5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 xml:space="preserve">Décomposition du prix global forfaitaire (DPGF) </w:t>
      </w:r>
    </w:p>
    <w:p w14:paraId="09B07929" w14:textId="77777777" w:rsidR="006206E5" w:rsidRDefault="006206E5" w:rsidP="006206E5">
      <w:pPr>
        <w:pStyle w:val="Corpsdetexte23"/>
        <w:rPr>
          <w:rFonts w:cs="Arial"/>
          <w:szCs w:val="22"/>
        </w:rPr>
      </w:pPr>
    </w:p>
    <w:p w14:paraId="5224C859" w14:textId="77777777" w:rsidR="006206E5" w:rsidRPr="005F715E" w:rsidRDefault="006206E5" w:rsidP="006206E5">
      <w:pPr>
        <w:pStyle w:val="Corpsdetexte23"/>
        <w:rPr>
          <w:rFonts w:cs="Arial"/>
          <w:szCs w:val="22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8"/>
        <w:gridCol w:w="3268"/>
        <w:gridCol w:w="2271"/>
        <w:gridCol w:w="1985"/>
      </w:tblGrid>
      <w:tr w:rsidR="006206E5" w:rsidRPr="005F715E" w14:paraId="330E5739" w14:textId="77777777" w:rsidTr="006206E5">
        <w:trPr>
          <w:cantSplit/>
          <w:trHeight w:val="624"/>
          <w:jc w:val="center"/>
        </w:trPr>
        <w:tc>
          <w:tcPr>
            <w:tcW w:w="2258" w:type="dxa"/>
            <w:shd w:val="clear" w:color="auto" w:fill="F2F2F2"/>
            <w:vAlign w:val="center"/>
          </w:tcPr>
          <w:p w14:paraId="6826EFD9" w14:textId="77777777" w:rsidR="006206E5" w:rsidRPr="005F715E" w:rsidRDefault="006206E5" w:rsidP="00E4214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N°</w:t>
            </w:r>
          </w:p>
        </w:tc>
        <w:tc>
          <w:tcPr>
            <w:tcW w:w="5539" w:type="dxa"/>
            <w:gridSpan w:val="2"/>
            <w:shd w:val="clear" w:color="auto" w:fill="F2F2F2"/>
            <w:vAlign w:val="center"/>
          </w:tcPr>
          <w:p w14:paraId="38CC38CA" w14:textId="77777777" w:rsidR="006206E5" w:rsidRPr="005F715E" w:rsidRDefault="006206E5" w:rsidP="00E4214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Phases techniques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0DAB78E0" w14:textId="77777777" w:rsidR="006206E5" w:rsidRPr="005F715E" w:rsidRDefault="006206E5" w:rsidP="00E4214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Total</w:t>
            </w:r>
          </w:p>
          <w:p w14:paraId="0648D48A" w14:textId="77777777" w:rsidR="006206E5" w:rsidRPr="005F715E" w:rsidRDefault="006206E5" w:rsidP="00E4214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(en € HT)</w:t>
            </w:r>
          </w:p>
        </w:tc>
      </w:tr>
      <w:tr w:rsidR="006206E5" w:rsidRPr="005F715E" w14:paraId="13A46865" w14:textId="77777777" w:rsidTr="006206E5">
        <w:trPr>
          <w:cantSplit/>
          <w:trHeight w:val="624"/>
          <w:jc w:val="center"/>
        </w:trPr>
        <w:tc>
          <w:tcPr>
            <w:tcW w:w="2258" w:type="dxa"/>
            <w:shd w:val="clear" w:color="auto" w:fill="F2F2F2" w:themeFill="background1" w:themeFillShade="F2"/>
            <w:vAlign w:val="center"/>
          </w:tcPr>
          <w:p w14:paraId="33BB155A" w14:textId="4D4195F2" w:rsidR="006206E5" w:rsidRPr="005F715E" w:rsidRDefault="006206E5" w:rsidP="006206E5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1</w:t>
            </w:r>
          </w:p>
        </w:tc>
        <w:tc>
          <w:tcPr>
            <w:tcW w:w="5539" w:type="dxa"/>
            <w:gridSpan w:val="2"/>
            <w:vAlign w:val="center"/>
          </w:tcPr>
          <w:p w14:paraId="2B2EF0B8" w14:textId="785D5708" w:rsidR="006206E5" w:rsidRPr="005F715E" w:rsidRDefault="006206E5" w:rsidP="00E4214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Etude de base</w:t>
            </w:r>
          </w:p>
        </w:tc>
        <w:tc>
          <w:tcPr>
            <w:tcW w:w="1985" w:type="dxa"/>
          </w:tcPr>
          <w:p w14:paraId="42D58036" w14:textId="77777777" w:rsidR="006206E5" w:rsidRPr="005F715E" w:rsidRDefault="006206E5" w:rsidP="00E4214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6206E5" w:rsidRPr="005F715E" w14:paraId="6A1E2A83" w14:textId="77777777" w:rsidTr="006206E5">
        <w:trPr>
          <w:cantSplit/>
          <w:trHeight w:val="624"/>
          <w:jc w:val="center"/>
        </w:trPr>
        <w:tc>
          <w:tcPr>
            <w:tcW w:w="2258" w:type="dxa"/>
            <w:shd w:val="clear" w:color="auto" w:fill="F2F2F2" w:themeFill="background1" w:themeFillShade="F2"/>
            <w:vAlign w:val="center"/>
          </w:tcPr>
          <w:p w14:paraId="79B7F5F7" w14:textId="10D5AE93" w:rsidR="006206E5" w:rsidRPr="005F715E" w:rsidRDefault="006206E5" w:rsidP="006206E5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</w:t>
            </w:r>
          </w:p>
        </w:tc>
        <w:tc>
          <w:tcPr>
            <w:tcW w:w="5539" w:type="dxa"/>
            <w:gridSpan w:val="2"/>
            <w:vAlign w:val="center"/>
          </w:tcPr>
          <w:p w14:paraId="2163F25A" w14:textId="40EE635D" w:rsidR="006206E5" w:rsidRPr="005F715E" w:rsidRDefault="006206E5" w:rsidP="006206E5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Etude Optionnelle avec Stand vasière ouvert</w:t>
            </w:r>
          </w:p>
        </w:tc>
        <w:tc>
          <w:tcPr>
            <w:tcW w:w="1985" w:type="dxa"/>
          </w:tcPr>
          <w:p w14:paraId="125536A6" w14:textId="77777777" w:rsidR="006206E5" w:rsidRPr="005F715E" w:rsidRDefault="006206E5" w:rsidP="00E4214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6206E5" w:rsidRPr="005F715E" w14:paraId="4310D030" w14:textId="77777777" w:rsidTr="00E4214F">
        <w:trPr>
          <w:cantSplit/>
          <w:trHeight w:val="630"/>
          <w:jc w:val="center"/>
        </w:trPr>
        <w:tc>
          <w:tcPr>
            <w:tcW w:w="5526" w:type="dxa"/>
            <w:gridSpan w:val="2"/>
            <w:vMerge w:val="restart"/>
            <w:tcBorders>
              <w:left w:val="nil"/>
            </w:tcBorders>
          </w:tcPr>
          <w:p w14:paraId="2251C3E0" w14:textId="77777777" w:rsidR="006206E5" w:rsidRPr="005F715E" w:rsidRDefault="006206E5" w:rsidP="00E4214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71" w:type="dxa"/>
            <w:vAlign w:val="center"/>
          </w:tcPr>
          <w:p w14:paraId="35D42B83" w14:textId="77777777" w:rsidR="006206E5" w:rsidRPr="005F715E" w:rsidRDefault="006206E5" w:rsidP="00E4214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Montant total HT</w:t>
            </w:r>
          </w:p>
        </w:tc>
        <w:tc>
          <w:tcPr>
            <w:tcW w:w="1985" w:type="dxa"/>
          </w:tcPr>
          <w:p w14:paraId="279610D7" w14:textId="77777777" w:rsidR="006206E5" w:rsidRPr="005F715E" w:rsidRDefault="006206E5" w:rsidP="00E4214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6206E5" w:rsidRPr="005F715E" w14:paraId="705DC0D0" w14:textId="77777777" w:rsidTr="00E4214F">
        <w:trPr>
          <w:cantSplit/>
          <w:trHeight w:val="641"/>
          <w:jc w:val="center"/>
        </w:trPr>
        <w:tc>
          <w:tcPr>
            <w:tcW w:w="5526" w:type="dxa"/>
            <w:gridSpan w:val="2"/>
            <w:vMerge/>
            <w:tcBorders>
              <w:left w:val="nil"/>
            </w:tcBorders>
          </w:tcPr>
          <w:p w14:paraId="770F913C" w14:textId="77777777" w:rsidR="006206E5" w:rsidRPr="005F715E" w:rsidRDefault="006206E5" w:rsidP="00E4214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71" w:type="dxa"/>
            <w:vAlign w:val="center"/>
          </w:tcPr>
          <w:p w14:paraId="2B4395CC" w14:textId="77777777" w:rsidR="006206E5" w:rsidRPr="005F715E" w:rsidRDefault="006206E5" w:rsidP="00E4214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Montant TVA</w:t>
            </w:r>
          </w:p>
        </w:tc>
        <w:tc>
          <w:tcPr>
            <w:tcW w:w="1985" w:type="dxa"/>
          </w:tcPr>
          <w:p w14:paraId="5AD67545" w14:textId="77777777" w:rsidR="006206E5" w:rsidRPr="005F715E" w:rsidRDefault="006206E5" w:rsidP="00E4214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6206E5" w:rsidRPr="005F715E" w14:paraId="15B4B96E" w14:textId="77777777" w:rsidTr="00E4214F">
        <w:trPr>
          <w:cantSplit/>
          <w:trHeight w:val="551"/>
          <w:jc w:val="center"/>
        </w:trPr>
        <w:tc>
          <w:tcPr>
            <w:tcW w:w="5526" w:type="dxa"/>
            <w:gridSpan w:val="2"/>
            <w:vMerge/>
            <w:tcBorders>
              <w:left w:val="nil"/>
              <w:bottom w:val="nil"/>
            </w:tcBorders>
          </w:tcPr>
          <w:p w14:paraId="57BAE937" w14:textId="77777777" w:rsidR="006206E5" w:rsidRPr="005F715E" w:rsidRDefault="006206E5" w:rsidP="00E4214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71" w:type="dxa"/>
            <w:tcBorders>
              <w:bottom w:val="single" w:sz="4" w:space="0" w:color="auto"/>
            </w:tcBorders>
            <w:vAlign w:val="center"/>
          </w:tcPr>
          <w:p w14:paraId="3891D459" w14:textId="77777777" w:rsidR="006206E5" w:rsidRPr="005F715E" w:rsidRDefault="006206E5" w:rsidP="00E4214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Montant total TTC</w:t>
            </w:r>
          </w:p>
        </w:tc>
        <w:tc>
          <w:tcPr>
            <w:tcW w:w="1985" w:type="dxa"/>
          </w:tcPr>
          <w:p w14:paraId="4D8C2D5A" w14:textId="77777777" w:rsidR="006206E5" w:rsidRPr="005F715E" w:rsidRDefault="006206E5" w:rsidP="00E4214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</w:tbl>
    <w:p w14:paraId="513A5B5F" w14:textId="77777777" w:rsidR="006206E5" w:rsidRDefault="006206E5" w:rsidP="006206E5">
      <w:pPr>
        <w:rPr>
          <w:rFonts w:ascii="Arial" w:hAnsi="Arial" w:cs="Arial"/>
          <w:b/>
          <w:iCs/>
          <w:szCs w:val="22"/>
        </w:rPr>
      </w:pPr>
    </w:p>
    <w:p w14:paraId="46D01E02" w14:textId="77777777" w:rsidR="006206E5" w:rsidRDefault="006206E5" w:rsidP="006206E5">
      <w:pPr>
        <w:rPr>
          <w:rFonts w:ascii="Arial" w:hAnsi="Arial" w:cs="Arial"/>
          <w:sz w:val="20"/>
        </w:rPr>
      </w:pPr>
    </w:p>
    <w:p w14:paraId="0677A872" w14:textId="5A1EA537" w:rsidR="00686EAA" w:rsidRDefault="00686EAA" w:rsidP="00686EAA">
      <w:pPr>
        <w:spacing w:after="160" w:line="259" w:lineRule="auto"/>
        <w:rPr>
          <w:rFonts w:ascii="Arial" w:hAnsi="Arial" w:cs="Arial"/>
          <w:b/>
          <w:szCs w:val="22"/>
        </w:rPr>
      </w:pPr>
    </w:p>
    <w:sectPr w:rsidR="00686EAA" w:rsidSect="008A6176">
      <w:footerReference w:type="default" r:id="rId16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89AE7" w14:textId="77777777" w:rsidR="00C4556F" w:rsidRDefault="00C4556F">
      <w:r>
        <w:separator/>
      </w:r>
    </w:p>
  </w:endnote>
  <w:endnote w:type="continuationSeparator" w:id="0">
    <w:p w14:paraId="185DE914" w14:textId="77777777" w:rsidR="00C4556F" w:rsidRDefault="00C45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0C4F8E54" w:rsidR="00444996" w:rsidRPr="00BD41C6" w:rsidRDefault="00692F65" w:rsidP="00692F65">
    <w:pPr>
      <w:pStyle w:val="Pieddepage"/>
      <w:pBdr>
        <w:top w:val="single" w:sz="4" w:space="1" w:color="auto"/>
      </w:pBdr>
      <w:rPr>
        <w:sz w:val="16"/>
      </w:rPr>
    </w:pPr>
    <w:r>
      <w:rPr>
        <w:sz w:val="22"/>
      </w:rPr>
      <w:fldChar w:fldCharType="begin"/>
    </w:r>
    <w:r>
      <w:rPr>
        <w:sz w:val="22"/>
      </w:rPr>
      <w:instrText xml:space="preserve"> FILENAME   \* MERGEFORMAT </w:instrText>
    </w:r>
    <w:r>
      <w:rPr>
        <w:sz w:val="22"/>
      </w:rPr>
      <w:fldChar w:fldCharType="separate"/>
    </w:r>
    <w:r w:rsidR="00426E25">
      <w:rPr>
        <w:noProof/>
        <w:sz w:val="22"/>
      </w:rPr>
      <w:t>AE_8786</w:t>
    </w:r>
    <w:r>
      <w:rPr>
        <w:sz w:val="22"/>
      </w:rPr>
      <w:fldChar w:fldCharType="end"/>
    </w:r>
    <w:r w:rsidRPr="00692F65">
      <w:rPr>
        <w:sz w:val="22"/>
      </w:rPr>
      <w:ptab w:relativeTo="margin" w:alignment="center" w:leader="none"/>
    </w:r>
    <w:r w:rsidRPr="00692F65">
      <w:rPr>
        <w:sz w:val="22"/>
      </w:rPr>
      <w:ptab w:relativeTo="margin" w:alignment="right" w:leader="none"/>
    </w:r>
    <w:r w:rsidRPr="00692F65">
      <w:rPr>
        <w:sz w:val="22"/>
      </w:rPr>
      <w:t xml:space="preserve">Page </w:t>
    </w:r>
    <w:r w:rsidRPr="00692F65">
      <w:rPr>
        <w:b/>
        <w:bCs/>
        <w:sz w:val="22"/>
      </w:rPr>
      <w:fldChar w:fldCharType="begin"/>
    </w:r>
    <w:r w:rsidRPr="00692F65">
      <w:rPr>
        <w:b/>
        <w:bCs/>
        <w:sz w:val="22"/>
      </w:rPr>
      <w:instrText>PAGE  \* Arabic  \* MERGEFORMAT</w:instrText>
    </w:r>
    <w:r w:rsidRPr="00692F65">
      <w:rPr>
        <w:b/>
        <w:bCs/>
        <w:sz w:val="22"/>
      </w:rPr>
      <w:fldChar w:fldCharType="separate"/>
    </w:r>
    <w:r w:rsidR="005918C6">
      <w:rPr>
        <w:b/>
        <w:bCs/>
        <w:noProof/>
        <w:sz w:val="22"/>
      </w:rPr>
      <w:t>4</w:t>
    </w:r>
    <w:r w:rsidRPr="00692F65">
      <w:rPr>
        <w:b/>
        <w:bCs/>
        <w:sz w:val="22"/>
      </w:rPr>
      <w:fldChar w:fldCharType="end"/>
    </w:r>
    <w:r w:rsidRPr="00692F65">
      <w:rPr>
        <w:sz w:val="22"/>
      </w:rPr>
      <w:t xml:space="preserve"> sur </w:t>
    </w:r>
    <w:r w:rsidRPr="00692F65">
      <w:rPr>
        <w:b/>
        <w:bCs/>
        <w:sz w:val="22"/>
      </w:rPr>
      <w:fldChar w:fldCharType="begin"/>
    </w:r>
    <w:r w:rsidRPr="00692F65">
      <w:rPr>
        <w:b/>
        <w:bCs/>
        <w:sz w:val="22"/>
      </w:rPr>
      <w:instrText>NUMPAGES  \* Arabic  \* MERGEFORMAT</w:instrText>
    </w:r>
    <w:r w:rsidRPr="00692F65">
      <w:rPr>
        <w:b/>
        <w:bCs/>
        <w:sz w:val="22"/>
      </w:rPr>
      <w:fldChar w:fldCharType="separate"/>
    </w:r>
    <w:r w:rsidR="005918C6">
      <w:rPr>
        <w:b/>
        <w:bCs/>
        <w:noProof/>
        <w:sz w:val="22"/>
      </w:rPr>
      <w:t>7</w:t>
    </w:r>
    <w:r w:rsidRPr="00692F65">
      <w:rPr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6581E" w14:textId="77777777" w:rsidR="00C4556F" w:rsidRDefault="00C4556F">
      <w:r>
        <w:separator/>
      </w:r>
    </w:p>
  </w:footnote>
  <w:footnote w:type="continuationSeparator" w:id="0">
    <w:p w14:paraId="0D06C671" w14:textId="77777777" w:rsidR="00C4556F" w:rsidRDefault="00C4556F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0F57"/>
    <w:rsid w:val="00103774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3082"/>
    <w:rsid w:val="001453D7"/>
    <w:rsid w:val="001550EB"/>
    <w:rsid w:val="00164E38"/>
    <w:rsid w:val="00187118"/>
    <w:rsid w:val="00190289"/>
    <w:rsid w:val="001935A5"/>
    <w:rsid w:val="001956CA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A7E54"/>
    <w:rsid w:val="002B04C3"/>
    <w:rsid w:val="002B24A3"/>
    <w:rsid w:val="002B3C57"/>
    <w:rsid w:val="002B7796"/>
    <w:rsid w:val="002C1147"/>
    <w:rsid w:val="002C54AE"/>
    <w:rsid w:val="002D18C4"/>
    <w:rsid w:val="002D4F5D"/>
    <w:rsid w:val="002D6437"/>
    <w:rsid w:val="002D678F"/>
    <w:rsid w:val="002E503A"/>
    <w:rsid w:val="002E6739"/>
    <w:rsid w:val="002F43E6"/>
    <w:rsid w:val="002F6D21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5F86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48E7"/>
    <w:rsid w:val="003B51DD"/>
    <w:rsid w:val="003C0C77"/>
    <w:rsid w:val="003C2DDF"/>
    <w:rsid w:val="003C6C05"/>
    <w:rsid w:val="003D09DB"/>
    <w:rsid w:val="003D3167"/>
    <w:rsid w:val="003D3613"/>
    <w:rsid w:val="003D3C29"/>
    <w:rsid w:val="003E059A"/>
    <w:rsid w:val="003E4D60"/>
    <w:rsid w:val="003E5B20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25733"/>
    <w:rsid w:val="00426AF3"/>
    <w:rsid w:val="00426E25"/>
    <w:rsid w:val="00431714"/>
    <w:rsid w:val="00431FFC"/>
    <w:rsid w:val="00434BBA"/>
    <w:rsid w:val="00441DE3"/>
    <w:rsid w:val="00444996"/>
    <w:rsid w:val="00447675"/>
    <w:rsid w:val="00453635"/>
    <w:rsid w:val="004604D3"/>
    <w:rsid w:val="00460952"/>
    <w:rsid w:val="004628B5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6033"/>
    <w:rsid w:val="00516BA8"/>
    <w:rsid w:val="005217F9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18C6"/>
    <w:rsid w:val="00594FAD"/>
    <w:rsid w:val="0059510F"/>
    <w:rsid w:val="005957E9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06E5"/>
    <w:rsid w:val="00621BEB"/>
    <w:rsid w:val="00623170"/>
    <w:rsid w:val="00624F6E"/>
    <w:rsid w:val="00626121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86EAA"/>
    <w:rsid w:val="00692F65"/>
    <w:rsid w:val="00694818"/>
    <w:rsid w:val="00697C00"/>
    <w:rsid w:val="006A4973"/>
    <w:rsid w:val="006A52B0"/>
    <w:rsid w:val="006A7247"/>
    <w:rsid w:val="006B2AD9"/>
    <w:rsid w:val="006B6A46"/>
    <w:rsid w:val="006C4B59"/>
    <w:rsid w:val="006D596A"/>
    <w:rsid w:val="006D793F"/>
    <w:rsid w:val="006E0BC0"/>
    <w:rsid w:val="006E3820"/>
    <w:rsid w:val="006E5EC8"/>
    <w:rsid w:val="006F11F9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605F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41D1"/>
    <w:rsid w:val="008B5024"/>
    <w:rsid w:val="008B6A90"/>
    <w:rsid w:val="008C0122"/>
    <w:rsid w:val="008C4DF0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643C"/>
    <w:rsid w:val="008F78EF"/>
    <w:rsid w:val="0090185F"/>
    <w:rsid w:val="00905022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50B04"/>
    <w:rsid w:val="0095798E"/>
    <w:rsid w:val="009604AD"/>
    <w:rsid w:val="00961325"/>
    <w:rsid w:val="0096532A"/>
    <w:rsid w:val="00971434"/>
    <w:rsid w:val="00972582"/>
    <w:rsid w:val="00973965"/>
    <w:rsid w:val="00973FD7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1851"/>
    <w:rsid w:val="00A648FC"/>
    <w:rsid w:val="00A6780C"/>
    <w:rsid w:val="00A67B39"/>
    <w:rsid w:val="00A71E25"/>
    <w:rsid w:val="00A76D5A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345"/>
    <w:rsid w:val="00B02C3C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56D59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3F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556F"/>
    <w:rsid w:val="00C461DF"/>
    <w:rsid w:val="00C5754C"/>
    <w:rsid w:val="00C5770C"/>
    <w:rsid w:val="00C6142A"/>
    <w:rsid w:val="00C6638F"/>
    <w:rsid w:val="00C714A7"/>
    <w:rsid w:val="00C76991"/>
    <w:rsid w:val="00C81E38"/>
    <w:rsid w:val="00C86594"/>
    <w:rsid w:val="00C909B4"/>
    <w:rsid w:val="00C921BC"/>
    <w:rsid w:val="00C93A74"/>
    <w:rsid w:val="00C96AFE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7487"/>
    <w:rsid w:val="00E3000D"/>
    <w:rsid w:val="00E4384D"/>
    <w:rsid w:val="00E461D5"/>
    <w:rsid w:val="00E468E3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6D43"/>
    <w:rsid w:val="00E816DA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4361D"/>
    <w:rsid w:val="00F454C9"/>
    <w:rsid w:val="00F45BD0"/>
    <w:rsid w:val="00F54A5A"/>
    <w:rsid w:val="00F54BBD"/>
    <w:rsid w:val="00F54D96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2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E30391-9765-441E-9EFB-08CFA6814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</Template>
  <TotalTime>216</TotalTime>
  <Pages>7</Pages>
  <Words>1481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GUEDEZ Isabelle SACN</cp:lastModifiedBy>
  <cp:revision>7</cp:revision>
  <cp:lastPrinted>2023-09-13T15:13:00Z</cp:lastPrinted>
  <dcterms:created xsi:type="dcterms:W3CDTF">2025-06-06T11:53:00Z</dcterms:created>
  <dcterms:modified xsi:type="dcterms:W3CDTF">2025-06-10T11:09:00Z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